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49808F5E" w:rsidR="00F862D6" w:rsidRPr="003E6B9A" w:rsidRDefault="00973C8F" w:rsidP="0037111D">
            <w:r w:rsidRPr="00973C8F">
              <w:rPr>
                <w:rFonts w:ascii="Helvetica" w:hAnsi="Helvetica"/>
              </w:rPr>
              <w:t>8688/2024-SŽ-SSV-Ú3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973C8F" w:rsidRDefault="00F862D6" w:rsidP="0077673A">
            <w:r w:rsidRPr="00973C8F">
              <w:t>Listů/příloh</w:t>
            </w:r>
          </w:p>
        </w:tc>
        <w:tc>
          <w:tcPr>
            <w:tcW w:w="2552" w:type="dxa"/>
          </w:tcPr>
          <w:p w14:paraId="333CD487" w14:textId="02B60800" w:rsidR="00F862D6" w:rsidRPr="00973C8F" w:rsidRDefault="00973C8F" w:rsidP="00CC1E2B">
            <w:r w:rsidRPr="00973C8F">
              <w:t>5</w:t>
            </w:r>
            <w:r w:rsidR="003E6B9A" w:rsidRPr="00973C8F">
              <w:t>/</w:t>
            </w:r>
            <w:r w:rsidRPr="00973C8F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7B16C9E" w:rsidR="009A7568" w:rsidRPr="003E6B9A" w:rsidRDefault="00973C8F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01BC654E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C4669">
              <w:rPr>
                <w:noProof/>
              </w:rPr>
              <w:t>7.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1668CF6A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DE4ABB">
        <w:rPr>
          <w:rFonts w:eastAsia="Times New Roman" w:cs="Times New Roman"/>
          <w:lang w:eastAsia="cs-CZ"/>
        </w:rPr>
        <w:t>9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 xml:space="preserve">Modernizace trati Hradec Králové – Pardubice – Chrudim, 2.stavba,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hl.n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>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40A9BE00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E4ABB">
        <w:rPr>
          <w:rFonts w:eastAsia="Calibri" w:cs="Times New Roman"/>
          <w:b/>
          <w:lang w:eastAsia="cs-CZ"/>
        </w:rPr>
        <w:t>85</w:t>
      </w:r>
      <w:r w:rsidRPr="00BD5319">
        <w:rPr>
          <w:rFonts w:eastAsia="Calibri" w:cs="Times New Roman"/>
          <w:b/>
          <w:lang w:eastAsia="cs-CZ"/>
        </w:rPr>
        <w:t>:</w:t>
      </w:r>
    </w:p>
    <w:p w14:paraId="40D51856" w14:textId="77777777" w:rsidR="00DE4ABB" w:rsidRPr="00DE4ABB" w:rsidRDefault="00DE4ABB" w:rsidP="00DE4ABB">
      <w:pPr>
        <w:spacing w:after="0"/>
        <w:jc w:val="both"/>
        <w:rPr>
          <w:rFonts w:cs="Arial"/>
          <w:b/>
          <w:bCs/>
        </w:rPr>
      </w:pPr>
      <w:r w:rsidRPr="00DE4ABB">
        <w:rPr>
          <w:rFonts w:cs="Arial"/>
          <w:b/>
          <w:bCs/>
        </w:rPr>
        <w:t>Soupis prací</w:t>
      </w:r>
    </w:p>
    <w:p w14:paraId="0671B754" w14:textId="5F39A0A7" w:rsidR="00DE4ABB" w:rsidRPr="00DE4ABB" w:rsidRDefault="00DE4ABB" w:rsidP="00DE4ABB">
      <w:pPr>
        <w:spacing w:after="0"/>
        <w:jc w:val="both"/>
        <w:rPr>
          <w:rFonts w:cs="Arial"/>
          <w:b/>
          <w:bCs/>
        </w:rPr>
      </w:pPr>
      <w:r w:rsidRPr="00DE4ABB">
        <w:rPr>
          <w:rFonts w:cs="Arial"/>
        </w:rPr>
        <w:t>V rámci souboru soupis prací je u některých SO v názvů uvedeno místo ŽST Název SO/PS. A to konktrétně: SO 22-74-01.1</w:t>
      </w:r>
      <w:r w:rsidRPr="00DE4ABB">
        <w:rPr>
          <w:rFonts w:cs="Arial"/>
          <w:b/>
          <w:bCs/>
        </w:rPr>
        <w:t xml:space="preserve"> Název SO/PS</w:t>
      </w:r>
      <w:r w:rsidRPr="00DE4ABB">
        <w:rPr>
          <w:rFonts w:cs="Arial"/>
        </w:rPr>
        <w:t xml:space="preserve"> Hradec Králové </w:t>
      </w:r>
      <w:proofErr w:type="spellStart"/>
      <w:r w:rsidRPr="00DE4ABB">
        <w:rPr>
          <w:rFonts w:cs="Arial"/>
        </w:rPr>
        <w:t>hl.n</w:t>
      </w:r>
      <w:proofErr w:type="spellEnd"/>
      <w:r w:rsidRPr="00DE4ABB">
        <w:rPr>
          <w:rFonts w:cs="Arial"/>
        </w:rPr>
        <w:t xml:space="preserve">. zastřešení nástupiště ½, SO 22-74-02.1 </w:t>
      </w:r>
      <w:r w:rsidRPr="00DE4ABB">
        <w:rPr>
          <w:rFonts w:cs="Arial"/>
          <w:b/>
          <w:bCs/>
        </w:rPr>
        <w:t>Název SO/PS</w:t>
      </w:r>
      <w:r w:rsidRPr="00DE4ABB">
        <w:rPr>
          <w:rFonts w:cs="Arial"/>
        </w:rPr>
        <w:t xml:space="preserve"> Hradec Králové </w:t>
      </w:r>
      <w:proofErr w:type="spellStart"/>
      <w:r w:rsidRPr="00DE4ABB">
        <w:rPr>
          <w:rFonts w:cs="Arial"/>
        </w:rPr>
        <w:t>hl.n</w:t>
      </w:r>
      <w:proofErr w:type="spellEnd"/>
      <w:r w:rsidRPr="00DE4ABB">
        <w:rPr>
          <w:rFonts w:cs="Arial"/>
        </w:rPr>
        <w:t xml:space="preserve">. zastřešení nástupiště 3, SO 22-74-03.1 </w:t>
      </w:r>
      <w:r w:rsidRPr="00DE4ABB">
        <w:rPr>
          <w:rFonts w:cs="Arial"/>
          <w:b/>
          <w:bCs/>
        </w:rPr>
        <w:t>Název SO/PS</w:t>
      </w:r>
      <w:r w:rsidRPr="00DE4ABB">
        <w:rPr>
          <w:rFonts w:cs="Arial"/>
        </w:rPr>
        <w:t xml:space="preserve"> Hradec Králové </w:t>
      </w:r>
      <w:proofErr w:type="spellStart"/>
      <w:r w:rsidRPr="00DE4ABB">
        <w:rPr>
          <w:rFonts w:cs="Arial"/>
        </w:rPr>
        <w:t>hl.n</w:t>
      </w:r>
      <w:proofErr w:type="spellEnd"/>
      <w:r w:rsidRPr="00DE4ABB">
        <w:rPr>
          <w:rFonts w:cs="Arial"/>
        </w:rPr>
        <w:t xml:space="preserve">. zastřešení nástupiště 4/5,  SO 22-74-04.1 </w:t>
      </w:r>
      <w:r w:rsidRPr="00DE4ABB">
        <w:rPr>
          <w:rFonts w:cs="Arial"/>
          <w:b/>
          <w:bCs/>
        </w:rPr>
        <w:t>Název SO/PS</w:t>
      </w:r>
      <w:r w:rsidRPr="00DE4ABB">
        <w:rPr>
          <w:rFonts w:cs="Arial"/>
        </w:rPr>
        <w:t xml:space="preserve"> Hradec Králové </w:t>
      </w:r>
      <w:proofErr w:type="spellStart"/>
      <w:r w:rsidRPr="00DE4ABB">
        <w:rPr>
          <w:rFonts w:cs="Arial"/>
        </w:rPr>
        <w:t>hl.n</w:t>
      </w:r>
      <w:proofErr w:type="spellEnd"/>
      <w:r w:rsidRPr="00DE4ABB">
        <w:rPr>
          <w:rFonts w:cs="Arial"/>
        </w:rPr>
        <w:t xml:space="preserve">. zastřešení nástupiště 6/7, SO 22-74-05.1 </w:t>
      </w:r>
      <w:r w:rsidRPr="00DE4ABB">
        <w:rPr>
          <w:rFonts w:cs="Arial"/>
          <w:b/>
          <w:bCs/>
        </w:rPr>
        <w:t>Název SO/PS</w:t>
      </w:r>
      <w:r w:rsidRPr="00DE4ABB">
        <w:rPr>
          <w:rFonts w:cs="Arial"/>
        </w:rPr>
        <w:t xml:space="preserve"> Hradec Králové </w:t>
      </w:r>
      <w:proofErr w:type="spellStart"/>
      <w:r w:rsidRPr="00DE4ABB">
        <w:rPr>
          <w:rFonts w:cs="Arial"/>
        </w:rPr>
        <w:t>hl.n</w:t>
      </w:r>
      <w:proofErr w:type="spellEnd"/>
      <w:r w:rsidRPr="00DE4ABB">
        <w:rPr>
          <w:rFonts w:cs="Arial"/>
        </w:rPr>
        <w:t xml:space="preserve">. zastřešení nástupiště 8/11,9,10, SO 22-74-06.1 </w:t>
      </w:r>
      <w:r w:rsidRPr="00DE4ABB">
        <w:rPr>
          <w:rFonts w:cs="Arial"/>
          <w:b/>
          <w:bCs/>
        </w:rPr>
        <w:t>Název SO/PS</w:t>
      </w:r>
      <w:r w:rsidRPr="00DE4ABB">
        <w:rPr>
          <w:rFonts w:cs="Arial"/>
        </w:rPr>
        <w:t xml:space="preserve"> Hradec Králové </w:t>
      </w:r>
      <w:proofErr w:type="spellStart"/>
      <w:r w:rsidRPr="00DE4ABB">
        <w:rPr>
          <w:rFonts w:cs="Arial"/>
        </w:rPr>
        <w:t>hl.n</w:t>
      </w:r>
      <w:proofErr w:type="spellEnd"/>
      <w:r w:rsidRPr="00DE4ABB">
        <w:rPr>
          <w:rFonts w:cs="Arial"/>
        </w:rPr>
        <w:t xml:space="preserve">. zastřešení, historické prvky, SO 22-74-21 </w:t>
      </w:r>
      <w:r w:rsidRPr="00DE4ABB">
        <w:rPr>
          <w:rFonts w:cs="Arial"/>
          <w:b/>
          <w:bCs/>
        </w:rPr>
        <w:t>Název SO/PS</w:t>
      </w:r>
      <w:r w:rsidRPr="00DE4ABB">
        <w:rPr>
          <w:rFonts w:cs="Arial"/>
        </w:rPr>
        <w:t xml:space="preserve"> Hradec Králové </w:t>
      </w:r>
      <w:proofErr w:type="spellStart"/>
      <w:r w:rsidRPr="00DE4ABB">
        <w:rPr>
          <w:rFonts w:cs="Arial"/>
        </w:rPr>
        <w:t>hl.n</w:t>
      </w:r>
      <w:proofErr w:type="spellEnd"/>
      <w:r w:rsidRPr="00DE4ABB">
        <w:rPr>
          <w:rFonts w:cs="Arial"/>
        </w:rPr>
        <w:t xml:space="preserve">. železniční most km 28,727 podchod, zastřešení výstupů a SO 22-74-22.01 </w:t>
      </w:r>
      <w:r w:rsidRPr="00DE4ABB">
        <w:rPr>
          <w:rFonts w:cs="Arial"/>
          <w:b/>
          <w:bCs/>
        </w:rPr>
        <w:t>Název SO/PS</w:t>
      </w:r>
      <w:r w:rsidRPr="00DE4ABB">
        <w:rPr>
          <w:rFonts w:cs="Arial"/>
        </w:rPr>
        <w:t xml:space="preserve"> Hradec Králové </w:t>
      </w:r>
      <w:proofErr w:type="spellStart"/>
      <w:r w:rsidRPr="00DE4ABB">
        <w:rPr>
          <w:rFonts w:cs="Arial"/>
        </w:rPr>
        <w:t>hl.n</w:t>
      </w:r>
      <w:proofErr w:type="spellEnd"/>
      <w:r w:rsidRPr="00DE4ABB">
        <w:rPr>
          <w:rFonts w:cs="Arial"/>
        </w:rPr>
        <w:t>. železniční most km 27,905 podchod, zastřešení výstupů.</w:t>
      </w:r>
    </w:p>
    <w:p w14:paraId="49C37177" w14:textId="5392C105" w:rsidR="00DE4ABB" w:rsidRPr="00DE4ABB" w:rsidRDefault="00DE4ABB" w:rsidP="00DE4A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E4ABB">
        <w:rPr>
          <w:rFonts w:cs="Arial"/>
        </w:rPr>
        <w:t>Může zadavatele v poskytnutém souboru soupisu prací upravit názvy zmíněných SO, tak aby odpovídali průvodní zprávě?</w:t>
      </w:r>
    </w:p>
    <w:p w14:paraId="3F925D6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4AEADD9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8B24335" w14:textId="5534457D" w:rsidR="00BD5319" w:rsidRPr="009C4669" w:rsidRDefault="00D62F43" w:rsidP="00D62F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4669">
        <w:rPr>
          <w:rFonts w:eastAsia="Calibri" w:cs="Times New Roman"/>
          <w:bCs/>
          <w:lang w:eastAsia="cs-CZ"/>
        </w:rPr>
        <w:t>Názvy zmíněných SO byly upraveny.</w:t>
      </w:r>
    </w:p>
    <w:p w14:paraId="21071020" w14:textId="77777777" w:rsidR="00D62F43" w:rsidRPr="00BD5319" w:rsidRDefault="00D62F43" w:rsidP="00D62F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24B3C82" w14:textId="77777777" w:rsidR="00DE4ABB" w:rsidRDefault="00DE4ABB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1F037279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E4ABB">
        <w:rPr>
          <w:rFonts w:eastAsia="Calibri" w:cs="Times New Roman"/>
          <w:b/>
          <w:lang w:eastAsia="cs-CZ"/>
        </w:rPr>
        <w:t>86</w:t>
      </w:r>
      <w:r w:rsidRPr="00BD5319">
        <w:rPr>
          <w:rFonts w:eastAsia="Calibri" w:cs="Times New Roman"/>
          <w:b/>
          <w:lang w:eastAsia="cs-CZ"/>
        </w:rPr>
        <w:t>:</w:t>
      </w:r>
    </w:p>
    <w:p w14:paraId="4105D532" w14:textId="77777777" w:rsidR="00DE4ABB" w:rsidRPr="00DE4ABB" w:rsidRDefault="00DE4ABB" w:rsidP="00DE4ABB">
      <w:pPr>
        <w:spacing w:after="0"/>
        <w:jc w:val="both"/>
        <w:rPr>
          <w:rFonts w:cs="Arial"/>
          <w:b/>
          <w:bCs/>
        </w:rPr>
      </w:pPr>
      <w:r w:rsidRPr="00DE4ABB">
        <w:rPr>
          <w:rFonts w:cs="Arial"/>
          <w:b/>
          <w:bCs/>
        </w:rPr>
        <w:t xml:space="preserve">SO 22-73-02 ŽST Hradec Králové hl. n., </w:t>
      </w:r>
      <w:proofErr w:type="spellStart"/>
      <w:r w:rsidRPr="00DE4ABB">
        <w:rPr>
          <w:rFonts w:cs="Arial"/>
          <w:b/>
          <w:bCs/>
        </w:rPr>
        <w:t>cyklověž</w:t>
      </w:r>
      <w:proofErr w:type="spellEnd"/>
      <w:r w:rsidRPr="00DE4ABB">
        <w:rPr>
          <w:rFonts w:cs="Arial"/>
          <w:b/>
          <w:bCs/>
        </w:rPr>
        <w:t xml:space="preserve"> 1, základy</w:t>
      </w:r>
    </w:p>
    <w:p w14:paraId="17D0C478" w14:textId="77777777" w:rsidR="00DE4ABB" w:rsidRPr="00DE4ABB" w:rsidRDefault="00DE4ABB" w:rsidP="00DE4ABB">
      <w:pPr>
        <w:spacing w:after="0"/>
        <w:jc w:val="both"/>
        <w:rPr>
          <w:rFonts w:cs="Arial"/>
          <w:b/>
          <w:bCs/>
        </w:rPr>
      </w:pPr>
      <w:r w:rsidRPr="00DE4ABB">
        <w:rPr>
          <w:rFonts w:cs="Arial"/>
          <w:b/>
          <w:bCs/>
        </w:rPr>
        <w:t xml:space="preserve">SO 22-73-03 ŽST Hradec Králové hl. n., </w:t>
      </w:r>
      <w:proofErr w:type="spellStart"/>
      <w:r w:rsidRPr="00DE4ABB">
        <w:rPr>
          <w:rFonts w:cs="Arial"/>
          <w:b/>
          <w:bCs/>
        </w:rPr>
        <w:t>cyklověž</w:t>
      </w:r>
      <w:proofErr w:type="spellEnd"/>
      <w:r w:rsidRPr="00DE4ABB">
        <w:rPr>
          <w:rFonts w:cs="Arial"/>
          <w:b/>
          <w:bCs/>
        </w:rPr>
        <w:t xml:space="preserve"> 2, základy</w:t>
      </w:r>
    </w:p>
    <w:p w14:paraId="002E726F" w14:textId="3F0DF940" w:rsidR="00BD5319" w:rsidRPr="00DE4ABB" w:rsidRDefault="00DE4ABB" w:rsidP="00DE4ABB">
      <w:pPr>
        <w:spacing w:after="0" w:line="240" w:lineRule="auto"/>
        <w:jc w:val="both"/>
        <w:rPr>
          <w:rFonts w:cs="Arial"/>
        </w:rPr>
      </w:pPr>
      <w:r w:rsidRPr="00DE4ABB">
        <w:rPr>
          <w:rFonts w:cs="Arial"/>
        </w:rPr>
        <w:t xml:space="preserve">Při kontrole poskytnutého soupisu prací jsme narazili za nesrovnalost v označení třídy těžitelnosti v položce č. 66 NEOCEŇOVAT - LIKVIDACE ODPADŮ NEKONTAMINOVANÝCH - 17 05 </w:t>
      </w:r>
      <w:proofErr w:type="gramStart"/>
      <w:r w:rsidRPr="00DE4ABB">
        <w:rPr>
          <w:rFonts w:cs="Arial"/>
        </w:rPr>
        <w:t>04  VYTĚŽENÉ</w:t>
      </w:r>
      <w:proofErr w:type="gramEnd"/>
      <w:r w:rsidRPr="00DE4ABB">
        <w:rPr>
          <w:rFonts w:cs="Arial"/>
        </w:rPr>
        <w:t xml:space="preserve"> ZEMINY A HORNINY - </w:t>
      </w:r>
      <w:r w:rsidRPr="00DE4ABB">
        <w:rPr>
          <w:rFonts w:cs="Arial"/>
          <w:b/>
          <w:bCs/>
        </w:rPr>
        <w:t>III. TŘÍDA TĚŽITELNOSTI</w:t>
      </w:r>
      <w:r w:rsidRPr="00DE4ABB">
        <w:rPr>
          <w:rFonts w:cs="Arial"/>
        </w:rPr>
        <w:t xml:space="preserve">, včetně dopravy o výměře 298,984T.  Položka se vztahuje k položce č. 1 Hloubení nezapažených jam a zářezů strojně s urovnáním dna do předepsaného profilu a spádu v hornině </w:t>
      </w:r>
      <w:r w:rsidRPr="00DE4ABB">
        <w:rPr>
          <w:rFonts w:cs="Arial"/>
          <w:b/>
          <w:bCs/>
        </w:rPr>
        <w:t>třídy těžitelnosti I</w:t>
      </w:r>
      <w:r w:rsidRPr="00DE4ABB">
        <w:rPr>
          <w:rFonts w:cs="Arial"/>
        </w:rPr>
        <w:t xml:space="preserve"> skupiny 3 přes 100 do 500 m3, kde je však uvedena třída těžitelnosti I. Může zadavatel sjednotit označení těchto položek v soupisu prací výše uvedeného objektu a následně opravit výměry v soupise prací SO 90-90? dtto platí i u SO 22-73-03.</w:t>
      </w:r>
    </w:p>
    <w:p w14:paraId="4A4EF8A4" w14:textId="77777777" w:rsidR="00DE4ABB" w:rsidRPr="00BD5319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7A1FBCE4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EB8AF96" w14:textId="77777777" w:rsidR="003D313D" w:rsidRPr="009C4669" w:rsidRDefault="003D313D" w:rsidP="003D313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4669">
        <w:rPr>
          <w:rFonts w:eastAsia="Calibri" w:cs="Times New Roman"/>
          <w:bCs/>
          <w:lang w:eastAsia="cs-CZ"/>
        </w:rPr>
        <w:t>Položka č. 1 je práce na výkop jámy pro základy a zatřídění je provedeno dle platné ČSN 73 3055 do třídy těžitelnosti I, skupiny 3. Jedná se o položku z cenové soustavy ÚRS 2023 / II. Pololetí.</w:t>
      </w:r>
    </w:p>
    <w:p w14:paraId="4E34E741" w14:textId="77777777" w:rsidR="003D313D" w:rsidRPr="009C4669" w:rsidRDefault="003D313D" w:rsidP="003D313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4669">
        <w:rPr>
          <w:rFonts w:eastAsia="Calibri" w:cs="Times New Roman"/>
          <w:bCs/>
          <w:lang w:eastAsia="cs-CZ"/>
        </w:rPr>
        <w:t>Položka č. 66 je likvidace odpadů v třídě těžitelnosti 3 se zatříděním dle neplatné ČSN 73 3050. Jedná se o R-položku.</w:t>
      </w:r>
    </w:p>
    <w:p w14:paraId="5E9899AE" w14:textId="77777777" w:rsidR="003D313D" w:rsidRPr="009C4669" w:rsidRDefault="003D313D" w:rsidP="003D313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4669">
        <w:rPr>
          <w:rFonts w:eastAsia="Calibri" w:cs="Times New Roman"/>
          <w:bCs/>
          <w:lang w:eastAsia="cs-CZ"/>
        </w:rPr>
        <w:lastRenderedPageBreak/>
        <w:t>U obou položek se tedy jedná o stejné zatříděné do těžitelnosti, ale dle jiných norem. Dle neplatné ČSN 73 3050 by byly obě položky v třídě těžitelnosti 3.</w:t>
      </w:r>
    </w:p>
    <w:p w14:paraId="1F4C85B9" w14:textId="77777777" w:rsidR="003D313D" w:rsidRPr="009C4669" w:rsidRDefault="003D313D" w:rsidP="003D313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69847CB" w14:textId="7B4C6271" w:rsidR="003D313D" w:rsidRPr="009C4669" w:rsidRDefault="00D973D4" w:rsidP="003D313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4669">
        <w:rPr>
          <w:rFonts w:eastAsia="Calibri" w:cs="Times New Roman"/>
          <w:bCs/>
          <w:lang w:eastAsia="cs-CZ"/>
        </w:rPr>
        <w:t>Označení položek bylo sjednoceno:</w:t>
      </w:r>
    </w:p>
    <w:p w14:paraId="56FC78F5" w14:textId="6BD05BF3" w:rsidR="003D313D" w:rsidRPr="009C4669" w:rsidRDefault="003D313D" w:rsidP="003D313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4669">
        <w:rPr>
          <w:rFonts w:eastAsia="Calibri" w:cs="Times New Roman"/>
          <w:bCs/>
          <w:lang w:eastAsia="cs-CZ"/>
        </w:rPr>
        <w:t xml:space="preserve">Položky č. 1 byla ponechána, do názvu položky byl doplněn odkaz na příslušnou platnou normu: „Hloubení nezapažených jam a zářezů strojně s urovnáním dna do předepsaného profilu a spádu v hornině třídy těžitelnosti I skupiny 3 dle ČSN 73 </w:t>
      </w:r>
      <w:proofErr w:type="gramStart"/>
      <w:r w:rsidRPr="009C4669">
        <w:rPr>
          <w:rFonts w:eastAsia="Calibri" w:cs="Times New Roman"/>
          <w:bCs/>
          <w:lang w:eastAsia="cs-CZ"/>
        </w:rPr>
        <w:t>3055  přes</w:t>
      </w:r>
      <w:proofErr w:type="gramEnd"/>
      <w:r w:rsidRPr="009C4669">
        <w:rPr>
          <w:rFonts w:eastAsia="Calibri" w:cs="Times New Roman"/>
          <w:bCs/>
          <w:lang w:eastAsia="cs-CZ"/>
        </w:rPr>
        <w:t xml:space="preserve"> 100 do 500 m3“</w:t>
      </w:r>
    </w:p>
    <w:p w14:paraId="72652B81" w14:textId="77777777" w:rsidR="003D313D" w:rsidRPr="009C4669" w:rsidRDefault="003D313D" w:rsidP="003D313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1560A1D" w14:textId="1B37E241" w:rsidR="003D313D" w:rsidRPr="009C4669" w:rsidRDefault="003D313D" w:rsidP="003D313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4669">
        <w:rPr>
          <w:rFonts w:eastAsia="Calibri" w:cs="Times New Roman"/>
          <w:bCs/>
          <w:lang w:eastAsia="cs-CZ"/>
        </w:rPr>
        <w:t xml:space="preserve">Položka č. 66 byla opravena/sjednocena na R015111 „LIKVIDACE ODPADŮ NEKONTAMINOVANÝCH - 17 05 </w:t>
      </w:r>
      <w:proofErr w:type="gramStart"/>
      <w:r w:rsidRPr="009C4669">
        <w:rPr>
          <w:rFonts w:eastAsia="Calibri" w:cs="Times New Roman"/>
          <w:bCs/>
          <w:lang w:eastAsia="cs-CZ"/>
        </w:rPr>
        <w:t>04  VYTĚŽENÉ</w:t>
      </w:r>
      <w:proofErr w:type="gramEnd"/>
      <w:r w:rsidRPr="009C4669">
        <w:rPr>
          <w:rFonts w:eastAsia="Calibri" w:cs="Times New Roman"/>
          <w:bCs/>
          <w:lang w:eastAsia="cs-CZ"/>
        </w:rPr>
        <w:t xml:space="preserve"> ZEMINY A HORNINY - I. TŘÍDA TĚŽITELNOSTI, včetně dopravy“. Do popisu položky byl doplněn odkaz na příslušnou platnou normu.</w:t>
      </w:r>
    </w:p>
    <w:p w14:paraId="32DD1596" w14:textId="77777777" w:rsidR="003D313D" w:rsidRDefault="003D313D" w:rsidP="003D313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D4E046D" w14:textId="77777777" w:rsidR="003D313D" w:rsidRDefault="003D313D" w:rsidP="003D313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EED3303" w14:textId="64744D21" w:rsidR="00DE4ABB" w:rsidRPr="00DE4ABB" w:rsidRDefault="00DE4ABB" w:rsidP="00D62F43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DE4ABB">
        <w:rPr>
          <w:rFonts w:eastAsia="Calibri" w:cs="Times New Roman"/>
          <w:b/>
          <w:lang w:eastAsia="cs-CZ"/>
        </w:rPr>
        <w:t>Dotaz č. 87:</w:t>
      </w:r>
    </w:p>
    <w:p w14:paraId="56A1FFAE" w14:textId="77777777" w:rsidR="00DE4ABB" w:rsidRPr="00DE4ABB" w:rsidRDefault="00DE4ABB" w:rsidP="00D62F43">
      <w:pPr>
        <w:keepNext/>
        <w:spacing w:after="0"/>
        <w:jc w:val="both"/>
        <w:rPr>
          <w:rFonts w:cs="Arial"/>
          <w:b/>
          <w:bCs/>
        </w:rPr>
      </w:pPr>
      <w:r w:rsidRPr="00DE4ABB">
        <w:rPr>
          <w:rFonts w:cs="Arial"/>
          <w:b/>
          <w:bCs/>
        </w:rPr>
        <w:t>SO 200-81-01 Hradec Králové podjezd Gočárova, trolejbusové trakční vedení</w:t>
      </w:r>
    </w:p>
    <w:p w14:paraId="1FDA9DFD" w14:textId="77777777" w:rsidR="00DE4ABB" w:rsidRPr="00DE4ABB" w:rsidRDefault="00DE4ABB" w:rsidP="00DE4ABB">
      <w:pPr>
        <w:jc w:val="both"/>
        <w:rPr>
          <w:rFonts w:cs="Arial"/>
        </w:rPr>
      </w:pPr>
      <w:r w:rsidRPr="00DE4ABB">
        <w:rPr>
          <w:rFonts w:cs="Arial"/>
        </w:rPr>
        <w:t xml:space="preserve">V poskytnutém soupisu prací je uvedena položka č. 21 NEOCEŇOVAT - LIKVIDACE ODPADŮ NEKONTAMINOVANÝCH - 17 05 </w:t>
      </w:r>
      <w:proofErr w:type="gramStart"/>
      <w:r w:rsidRPr="00DE4ABB">
        <w:rPr>
          <w:rFonts w:cs="Arial"/>
        </w:rPr>
        <w:t>04  VYTĚŽENÉ</w:t>
      </w:r>
      <w:proofErr w:type="gramEnd"/>
      <w:r w:rsidRPr="00DE4ABB">
        <w:rPr>
          <w:rFonts w:cs="Arial"/>
        </w:rPr>
        <w:t xml:space="preserve"> ZEMINY A HORNINY - </w:t>
      </w:r>
      <w:r w:rsidRPr="00DE4ABB">
        <w:rPr>
          <w:rFonts w:cs="Arial"/>
          <w:b/>
          <w:bCs/>
        </w:rPr>
        <w:t>III. TŘÍDA TĚŽITELNOSTI</w:t>
      </w:r>
      <w:r w:rsidRPr="00DE4ABB">
        <w:rPr>
          <w:rFonts w:cs="Arial"/>
        </w:rPr>
        <w:t>, včetně dopravy o výměře 43,200T s odkazem na položku č. 22  ZÁKLAD TV HLOUBENÝ V JAKÉKOLIV TŘÍDĚ ZEMINY. Nicméně jak je uvedeno s v geotechnické průzkumu většina stavby se nachází v zeminách třídy těžitelnosti I. Může zadavatel prověřit, zda opravdu budou základy prováděny ve skalnatém podloží třídy těžitelnosti III?</w:t>
      </w:r>
    </w:p>
    <w:p w14:paraId="460B3260" w14:textId="64D0216B" w:rsidR="00DE4ABB" w:rsidRPr="00DE4ABB" w:rsidRDefault="00DE4ABB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DE4ABB">
        <w:rPr>
          <w:rFonts w:eastAsia="Calibri" w:cs="Times New Roman"/>
          <w:b/>
          <w:lang w:eastAsia="cs-CZ"/>
        </w:rPr>
        <w:t>Odpověď:</w:t>
      </w:r>
    </w:p>
    <w:p w14:paraId="6581E524" w14:textId="0B1F6107" w:rsidR="00F349A3" w:rsidRPr="0083628F" w:rsidRDefault="00F349A3" w:rsidP="00F349A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628F">
        <w:rPr>
          <w:rFonts w:eastAsia="Calibri" w:cs="Times New Roman"/>
          <w:bCs/>
          <w:lang w:eastAsia="cs-CZ"/>
        </w:rPr>
        <w:t xml:space="preserve">Ano, základy budou prováděny ve skalnatém podloží třídy těžitelnosti III. I když geotechnický průzkum ukazuje převážně příznivé podmínky, je pravděpodobné, že na nejnižším místě stavby pod úrovní mostu budou místa s podložím vyšší těžitelnosti, než jaké vyplývají z obecné charakteristiky podloží prostoru stavby. Jedná se o zřízení 3 základů 1,6×1,6 m a hloubky 2,0 m a nemá smysl provádět samostatný průzkum. </w:t>
      </w:r>
    </w:p>
    <w:p w14:paraId="3C07C838" w14:textId="434090E3" w:rsidR="00D62F43" w:rsidRDefault="00D62F43" w:rsidP="00D62F43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2C10F455" w14:textId="77777777" w:rsidR="00DE4ABB" w:rsidRDefault="00DE4ABB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6AA19F1" w14:textId="04CEC84C" w:rsidR="00DE4ABB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88</w:t>
      </w:r>
      <w:r w:rsidRPr="00BD5319">
        <w:rPr>
          <w:rFonts w:eastAsia="Calibri" w:cs="Times New Roman"/>
          <w:b/>
          <w:lang w:eastAsia="cs-CZ"/>
        </w:rPr>
        <w:t>:</w:t>
      </w:r>
    </w:p>
    <w:p w14:paraId="1732A36A" w14:textId="77777777" w:rsidR="00DE4ABB" w:rsidRPr="00DE4ABB" w:rsidRDefault="00DE4ABB" w:rsidP="00DE4ABB">
      <w:pPr>
        <w:spacing w:after="0"/>
        <w:jc w:val="both"/>
        <w:rPr>
          <w:rFonts w:cs="Arial"/>
          <w:b/>
          <w:bCs/>
        </w:rPr>
      </w:pPr>
      <w:r w:rsidRPr="00DE4ABB">
        <w:rPr>
          <w:rFonts w:cs="Arial"/>
          <w:b/>
          <w:bCs/>
        </w:rPr>
        <w:t xml:space="preserve">SO 22-11-01 ŽST Hradec Králové </w:t>
      </w:r>
      <w:proofErr w:type="spellStart"/>
      <w:r w:rsidRPr="00DE4ABB">
        <w:rPr>
          <w:rFonts w:cs="Arial"/>
          <w:b/>
          <w:bCs/>
        </w:rPr>
        <w:t>hl.n</w:t>
      </w:r>
      <w:proofErr w:type="spellEnd"/>
      <w:r w:rsidRPr="00DE4ABB">
        <w:rPr>
          <w:rFonts w:cs="Arial"/>
          <w:b/>
          <w:bCs/>
        </w:rPr>
        <w:t>., železniční spodek</w:t>
      </w:r>
    </w:p>
    <w:p w14:paraId="0CB3E68A" w14:textId="77777777" w:rsidR="00DE4ABB" w:rsidRPr="00DE4ABB" w:rsidRDefault="00DE4ABB" w:rsidP="00DE4ABB">
      <w:pPr>
        <w:spacing w:after="0"/>
        <w:jc w:val="both"/>
        <w:rPr>
          <w:rFonts w:cs="Arial"/>
        </w:rPr>
      </w:pPr>
      <w:r w:rsidRPr="00DE4ABB">
        <w:rPr>
          <w:rFonts w:cs="Arial"/>
        </w:rPr>
        <w:t xml:space="preserve">V soupise prací pro výše uvedený objekt je uvedena položka č. 45 R015510 NEOCEŇOVAT - LIKVIDACE ODPADŮ NEBEZPEČNÝCH - </w:t>
      </w:r>
      <w:r w:rsidRPr="00DE4ABB">
        <w:rPr>
          <w:rFonts w:cs="Arial"/>
          <w:b/>
          <w:bCs/>
        </w:rPr>
        <w:t xml:space="preserve">17 05 </w:t>
      </w:r>
      <w:proofErr w:type="gramStart"/>
      <w:r w:rsidRPr="00DE4ABB">
        <w:rPr>
          <w:rFonts w:cs="Arial"/>
          <w:b/>
          <w:bCs/>
        </w:rPr>
        <w:t>07  LOKÁLNĚ</w:t>
      </w:r>
      <w:proofErr w:type="gramEnd"/>
      <w:r w:rsidRPr="00DE4ABB">
        <w:rPr>
          <w:rFonts w:cs="Arial"/>
          <w:b/>
          <w:bCs/>
        </w:rPr>
        <w:t xml:space="preserve"> ZNEČIŠTĚNÝ ŠTĚRK A ZEMINA Z KOLEJIŠTĚ (VÝHYBKY),</w:t>
      </w:r>
      <w:r w:rsidRPr="00DE4ABB">
        <w:rPr>
          <w:rFonts w:cs="Arial"/>
        </w:rPr>
        <w:t xml:space="preserve"> včetně dopravy o výměře 3220,950 T. Dle našeho názoru má tato položka chybný název a katalogové číslo. Výše uvedené katalogové číslo </w:t>
      </w:r>
      <w:r w:rsidRPr="00DE4ABB">
        <w:rPr>
          <w:rFonts w:cs="Arial"/>
          <w:b/>
          <w:bCs/>
        </w:rPr>
        <w:t>17 05 07 (správný název dle katalogu</w:t>
      </w:r>
      <w:r w:rsidRPr="00DE4ABB">
        <w:rPr>
          <w:rFonts w:cs="Arial"/>
        </w:rPr>
        <w:t xml:space="preserve"> </w:t>
      </w:r>
      <w:r w:rsidRPr="00DE4ABB">
        <w:rPr>
          <w:rFonts w:cs="Arial"/>
          <w:b/>
          <w:bCs/>
          <w:highlight w:val="yellow"/>
        </w:rPr>
        <w:t>Štěrk ze železničního svršku</w:t>
      </w:r>
      <w:r w:rsidRPr="00DE4ABB">
        <w:rPr>
          <w:rFonts w:cs="Arial"/>
          <w:b/>
          <w:bCs/>
        </w:rPr>
        <w:t xml:space="preserve"> obsahující nebezpečné látky)</w:t>
      </w:r>
      <w:r w:rsidRPr="00DE4ABB">
        <w:rPr>
          <w:rFonts w:cs="Arial"/>
        </w:rPr>
        <w:t xml:space="preserve"> neodpovídá vzniku tohoto odpadu, protože už z názvu stavebního objektu se jedná o železniční spodek a dále dle přílohy </w:t>
      </w:r>
      <w:r w:rsidRPr="00DE4ABB">
        <w:rPr>
          <w:rFonts w:cs="Arial"/>
          <w:i/>
          <w:iCs/>
        </w:rPr>
        <w:t>č. 4.001 Výkaz výměr</w:t>
      </w:r>
      <w:r w:rsidRPr="00DE4ABB">
        <w:rPr>
          <w:rFonts w:cs="Arial"/>
        </w:rPr>
        <w:t xml:space="preserve"> v části nazvané příloha č.9 v sumarizační tabulce SO 22-11-01 – ŽELEZNIČNÍ SPODEK – PODKLAD PRO VÝMĚR je pro výpočet výměry této položky použito řádků s názvem ODKOPÁVKY V MÍSTĚ ŠKVÁRY km 28,950 - 28,285 (1462,5m3) a řádku ODKOPÁVKY V MÍSTĚ KONTAMINACE km 28,920 – 29,030 (319m3). Výpočet (319m3+1462,5m</w:t>
      </w:r>
      <w:proofErr w:type="gramStart"/>
      <w:r w:rsidRPr="00DE4ABB">
        <w:rPr>
          <w:rFonts w:cs="Arial"/>
        </w:rPr>
        <w:t>3)*</w:t>
      </w:r>
      <w:proofErr w:type="gramEnd"/>
      <w:r w:rsidRPr="00DE4ABB">
        <w:rPr>
          <w:rFonts w:cs="Arial"/>
        </w:rPr>
        <w:t xml:space="preserve">1,8 T/m3 = 3220,950T. </w:t>
      </w:r>
    </w:p>
    <w:p w14:paraId="3E3876CE" w14:textId="6C9FE51E" w:rsidR="00DE4ABB" w:rsidRPr="00DE4ABB" w:rsidRDefault="00DE4ABB" w:rsidP="00DE4A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D74F9">
        <w:rPr>
          <w:rFonts w:cs="Arial"/>
        </w:rPr>
        <w:t xml:space="preserve">Z výše uvedeného jasně vyplývá, že by poplatek za uložení tohoto odpadu měl dle vyhlášky č. 8/2021 Sb. nést označení POPLATKY ZA LIKVIDACI ODPADŮ NEBEZPEČNÝCH - </w:t>
      </w:r>
      <w:r w:rsidRPr="006D74F9">
        <w:rPr>
          <w:rFonts w:cs="Arial"/>
          <w:b/>
          <w:bCs/>
        </w:rPr>
        <w:t>17 05 03* ZEMINA A KAMENÍ</w:t>
      </w:r>
      <w:r w:rsidRPr="006D74F9">
        <w:rPr>
          <w:rFonts w:cs="Arial"/>
        </w:rPr>
        <w:t xml:space="preserve"> OBSAHUJÍCÍ NEBEZPEČNÉ </w:t>
      </w:r>
      <w:proofErr w:type="gramStart"/>
      <w:r w:rsidRPr="006D74F9">
        <w:rPr>
          <w:rFonts w:cs="Arial"/>
        </w:rPr>
        <w:t>LÁTKY ,</w:t>
      </w:r>
      <w:proofErr w:type="gramEnd"/>
      <w:r w:rsidRPr="006D74F9">
        <w:rPr>
          <w:rFonts w:cs="Arial"/>
        </w:rPr>
        <w:t xml:space="preserve"> VČETNĚ DOPRAVY pro část kontaminace 319,00m3 *1,8T/m3 =  574,2T. Tak je i na</w:t>
      </w:r>
      <w:r w:rsidRPr="006D74F9">
        <w:rPr>
          <w:rFonts w:cs="Arial"/>
          <w:b/>
          <w:bCs/>
        </w:rPr>
        <w:t xml:space="preserve"> výskyt položky 17 05 03</w:t>
      </w:r>
      <w:r w:rsidRPr="006D74F9">
        <w:rPr>
          <w:rFonts w:cs="Arial"/>
        </w:rPr>
        <w:t xml:space="preserve">* upozorňováno v části </w:t>
      </w:r>
      <w:r w:rsidRPr="006D74F9">
        <w:rPr>
          <w:rFonts w:cs="Arial"/>
          <w:i/>
          <w:iCs/>
        </w:rPr>
        <w:t>E.2.1.5. Odpadové hospodářství</w:t>
      </w:r>
      <w:r w:rsidRPr="006D74F9">
        <w:rPr>
          <w:rFonts w:cs="Arial"/>
        </w:rPr>
        <w:t xml:space="preserve">. Pro část nazvanou místo ŠKVÁRY 1462,5m3 * 1,8T/m3 </w:t>
      </w:r>
      <w:proofErr w:type="gramStart"/>
      <w:r w:rsidRPr="006D74F9">
        <w:rPr>
          <w:rFonts w:cs="Arial"/>
        </w:rPr>
        <w:t>=  2632</w:t>
      </w:r>
      <w:proofErr w:type="gramEnd"/>
      <w:r w:rsidRPr="006D74F9">
        <w:rPr>
          <w:rFonts w:cs="Arial"/>
        </w:rPr>
        <w:t xml:space="preserve">,5T by měl  poplatek pro uložení odpadu nést označení dle zmíněné vyhlášky </w:t>
      </w:r>
      <w:bookmarkStart w:id="1" w:name="_Hlk173843736"/>
      <w:r w:rsidRPr="006D74F9">
        <w:rPr>
          <w:rFonts w:cs="Arial"/>
          <w:b/>
          <w:bCs/>
        </w:rPr>
        <w:t>10 01 01 Škvára, struska</w:t>
      </w:r>
      <w:r w:rsidRPr="006D74F9">
        <w:rPr>
          <w:rFonts w:cs="Arial"/>
        </w:rPr>
        <w:t xml:space="preserve"> </w:t>
      </w:r>
      <w:r w:rsidRPr="006D74F9">
        <w:rPr>
          <w:rFonts w:cs="Arial"/>
          <w:b/>
          <w:bCs/>
        </w:rPr>
        <w:t>a kotelní prach (kromě kotelního prachu uvedeného pod číslem 10 01 04)</w:t>
      </w:r>
      <w:r w:rsidRPr="006D74F9">
        <w:rPr>
          <w:rFonts w:cs="Arial"/>
        </w:rPr>
        <w:t xml:space="preserve"> nebo </w:t>
      </w:r>
      <w:r w:rsidRPr="006D74F9">
        <w:rPr>
          <w:rFonts w:cs="Arial"/>
          <w:b/>
          <w:bCs/>
        </w:rPr>
        <w:t>17 09 03 Jiné stavební a demoliční odpady (včetně směsných stavebních a demoličních odpadů) obsahující nebezpečné látky</w:t>
      </w:r>
      <w:r w:rsidRPr="006D74F9">
        <w:rPr>
          <w:rFonts w:cs="Arial"/>
        </w:rPr>
        <w:t xml:space="preserve"> .</w:t>
      </w:r>
      <w:bookmarkEnd w:id="1"/>
      <w:r w:rsidRPr="006D74F9">
        <w:rPr>
          <w:rFonts w:cs="Arial"/>
        </w:rPr>
        <w:t xml:space="preserve"> Může zadavatel upravit název položek, tak aby odpovídal označení dle vyhlášky č.8/2021 Sb. a zároveň v SO 90-90 upravit množství?</w:t>
      </w:r>
    </w:p>
    <w:p w14:paraId="76B21813" w14:textId="77777777" w:rsidR="00DE4ABB" w:rsidRPr="00BD5319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5295E7" w14:textId="77777777" w:rsidR="00DE4ABB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C1B8668" w14:textId="575C9A04" w:rsidR="00D62F43" w:rsidRPr="0083628F" w:rsidRDefault="00D901EF" w:rsidP="0083628F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83628F">
        <w:rPr>
          <w:rFonts w:eastAsia="Calibri" w:cs="Times New Roman"/>
          <w:bCs/>
          <w:lang w:eastAsia="cs-CZ"/>
        </w:rPr>
        <w:t xml:space="preserve">Položka </w:t>
      </w:r>
      <w:r w:rsidR="006D74F9" w:rsidRPr="0083628F">
        <w:rPr>
          <w:rFonts w:eastAsia="Calibri" w:cs="Times New Roman"/>
          <w:bCs/>
          <w:lang w:eastAsia="cs-CZ"/>
        </w:rPr>
        <w:t xml:space="preserve">byla </w:t>
      </w:r>
      <w:r w:rsidRPr="0083628F">
        <w:rPr>
          <w:rFonts w:eastAsia="Calibri" w:cs="Times New Roman"/>
          <w:bCs/>
          <w:lang w:eastAsia="cs-CZ"/>
        </w:rPr>
        <w:t xml:space="preserve">rozdělena do dvou samostatných </w:t>
      </w:r>
      <w:r w:rsidR="00754BF6" w:rsidRPr="0083628F">
        <w:rPr>
          <w:rFonts w:eastAsia="Calibri" w:cs="Times New Roman"/>
          <w:bCs/>
          <w:lang w:eastAsia="cs-CZ"/>
        </w:rPr>
        <w:t>položek (</w:t>
      </w:r>
      <w:r w:rsidRPr="0083628F">
        <w:rPr>
          <w:rFonts w:eastAsia="Calibri" w:cs="Times New Roman"/>
          <w:bCs/>
          <w:lang w:eastAsia="cs-CZ"/>
        </w:rPr>
        <w:t>č.46 a 47).</w:t>
      </w:r>
    </w:p>
    <w:p w14:paraId="3BDD5579" w14:textId="17F0438B" w:rsidR="00DE4ABB" w:rsidRPr="0083628F" w:rsidRDefault="006D74F9" w:rsidP="0083628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628F">
        <w:rPr>
          <w:rFonts w:eastAsia="Calibri" w:cs="Times New Roman"/>
          <w:bCs/>
          <w:lang w:eastAsia="cs-CZ"/>
        </w:rPr>
        <w:t xml:space="preserve">Položka č.46: </w:t>
      </w:r>
      <w:r w:rsidR="00754BF6" w:rsidRPr="0083628F">
        <w:rPr>
          <w:rFonts w:eastAsia="Calibri" w:cs="Times New Roman"/>
          <w:bCs/>
          <w:lang w:eastAsia="cs-CZ"/>
        </w:rPr>
        <w:t xml:space="preserve">R015753 </w:t>
      </w:r>
      <w:r w:rsidRPr="0083628F">
        <w:rPr>
          <w:rFonts w:eastAsia="Calibri" w:cs="Times New Roman"/>
          <w:bCs/>
          <w:lang w:eastAsia="cs-CZ"/>
        </w:rPr>
        <w:t>„</w:t>
      </w:r>
      <w:r w:rsidR="00754BF6" w:rsidRPr="0083628F">
        <w:rPr>
          <w:rFonts w:eastAsia="Calibri" w:cs="Times New Roman"/>
          <w:bCs/>
          <w:lang w:eastAsia="cs-CZ"/>
        </w:rPr>
        <w:t xml:space="preserve">NEOCEŇOVAT - LIKVIDACE ODPADŮ KONTAMINOVANÝCH </w:t>
      </w:r>
      <w:r w:rsidR="00D973D4" w:rsidRPr="0083628F">
        <w:rPr>
          <w:rFonts w:eastAsia="Calibri" w:cs="Times New Roman"/>
          <w:bCs/>
          <w:lang w:eastAsia="cs-CZ"/>
        </w:rPr>
        <w:t>–</w:t>
      </w:r>
      <w:r w:rsidR="00754BF6" w:rsidRPr="0083628F">
        <w:rPr>
          <w:rFonts w:eastAsia="Calibri" w:cs="Times New Roman"/>
          <w:bCs/>
          <w:lang w:eastAsia="cs-CZ"/>
        </w:rPr>
        <w:t xml:space="preserve"> 17</w:t>
      </w:r>
      <w:r w:rsidR="00D973D4" w:rsidRPr="0083628F">
        <w:rPr>
          <w:rFonts w:eastAsia="Calibri" w:cs="Times New Roman"/>
          <w:bCs/>
          <w:lang w:eastAsia="cs-CZ"/>
        </w:rPr>
        <w:t> </w:t>
      </w:r>
      <w:r w:rsidR="00754BF6" w:rsidRPr="0083628F">
        <w:rPr>
          <w:rFonts w:eastAsia="Calibri" w:cs="Times New Roman"/>
          <w:bCs/>
          <w:lang w:eastAsia="cs-CZ"/>
        </w:rPr>
        <w:t xml:space="preserve">05 </w:t>
      </w:r>
      <w:proofErr w:type="gramStart"/>
      <w:r w:rsidR="00754BF6" w:rsidRPr="0083628F">
        <w:rPr>
          <w:rFonts w:eastAsia="Calibri" w:cs="Times New Roman"/>
          <w:bCs/>
          <w:lang w:eastAsia="cs-CZ"/>
        </w:rPr>
        <w:t>03  ZEMINA</w:t>
      </w:r>
      <w:proofErr w:type="gramEnd"/>
      <w:r w:rsidR="00754BF6" w:rsidRPr="0083628F">
        <w:rPr>
          <w:rFonts w:eastAsia="Calibri" w:cs="Times New Roman"/>
          <w:bCs/>
          <w:lang w:eastAsia="cs-CZ"/>
        </w:rPr>
        <w:t xml:space="preserve"> A KAMENÍ OBSAHUJÍCÍ NEBEZPEČNÉ LÁTKY, včetně dopravy</w:t>
      </w:r>
      <w:r w:rsidRPr="0083628F">
        <w:rPr>
          <w:rFonts w:eastAsia="Calibri" w:cs="Times New Roman"/>
          <w:bCs/>
          <w:lang w:eastAsia="cs-CZ"/>
        </w:rPr>
        <w:t>“</w:t>
      </w:r>
    </w:p>
    <w:p w14:paraId="6D61B449" w14:textId="063BF8C9" w:rsidR="006D74F9" w:rsidRPr="0083628F" w:rsidRDefault="006D74F9" w:rsidP="0083628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628F">
        <w:rPr>
          <w:rFonts w:eastAsia="Calibri" w:cs="Times New Roman"/>
          <w:bCs/>
          <w:lang w:eastAsia="cs-CZ"/>
        </w:rPr>
        <w:t>Položka č.47: R015580 „LIKVIDACE ODPADŮ NEBEZPEČNÝCH -17 09 03 JINÉ STAVEBNÍ A DEMOLIČNÍ ODPADY (VČETNĚ SMĚSNÝCH STAVEBNÍCH A DEMOLIČNÍCH ODPADŮ) OBSAHUJÍCÍ NEBEZPEČNÉ LÁTKY, včetně dopravy“.</w:t>
      </w:r>
    </w:p>
    <w:p w14:paraId="4B9C37E4" w14:textId="32037762" w:rsidR="00CC13B8" w:rsidRPr="0083628F" w:rsidRDefault="00CC13B8" w:rsidP="0083628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628F">
        <w:rPr>
          <w:rFonts w:eastAsia="Calibri" w:cs="Times New Roman"/>
          <w:bCs/>
          <w:lang w:eastAsia="cs-CZ"/>
        </w:rPr>
        <w:t>Úprava byla provedena i v SO 90-90.</w:t>
      </w:r>
    </w:p>
    <w:p w14:paraId="17C5F2E5" w14:textId="77777777" w:rsidR="00754BF6" w:rsidRDefault="00754BF6" w:rsidP="00DE4AB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59F693D" w14:textId="77777777" w:rsidR="00D62F43" w:rsidRDefault="00D62F43" w:rsidP="00DE4AB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51CB967" w14:textId="2EE1594B" w:rsidR="00DE4ABB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89</w:t>
      </w:r>
      <w:r w:rsidRPr="00BD5319">
        <w:rPr>
          <w:rFonts w:eastAsia="Calibri" w:cs="Times New Roman"/>
          <w:b/>
          <w:lang w:eastAsia="cs-CZ"/>
        </w:rPr>
        <w:t>:</w:t>
      </w:r>
    </w:p>
    <w:p w14:paraId="1AB63A18" w14:textId="77777777" w:rsidR="00DE4ABB" w:rsidRPr="00DE4ABB" w:rsidRDefault="00DE4ABB" w:rsidP="00DE4ABB">
      <w:pPr>
        <w:spacing w:after="0"/>
        <w:jc w:val="both"/>
        <w:rPr>
          <w:rFonts w:cs="Arial"/>
          <w:b/>
          <w:bCs/>
        </w:rPr>
      </w:pPr>
      <w:r w:rsidRPr="00DE4ABB">
        <w:rPr>
          <w:rFonts w:cs="Arial"/>
          <w:b/>
          <w:bCs/>
        </w:rPr>
        <w:t xml:space="preserve">SO 22-11-01 ŽST Hradec Králové </w:t>
      </w:r>
      <w:proofErr w:type="spellStart"/>
      <w:r w:rsidRPr="00DE4ABB">
        <w:rPr>
          <w:rFonts w:cs="Arial"/>
          <w:b/>
          <w:bCs/>
        </w:rPr>
        <w:t>hl.n</w:t>
      </w:r>
      <w:proofErr w:type="spellEnd"/>
      <w:r w:rsidRPr="00DE4ABB">
        <w:rPr>
          <w:rFonts w:cs="Arial"/>
          <w:b/>
          <w:bCs/>
        </w:rPr>
        <w:t>., železniční spodek</w:t>
      </w:r>
    </w:p>
    <w:p w14:paraId="68EB01F0" w14:textId="5BDF5F64" w:rsidR="00DE4ABB" w:rsidRPr="00DE4ABB" w:rsidRDefault="00DE4ABB" w:rsidP="00DE4ABB">
      <w:pPr>
        <w:spacing w:after="0" w:line="240" w:lineRule="auto"/>
        <w:jc w:val="both"/>
        <w:rPr>
          <w:rFonts w:eastAsia="Calibri" w:cs="Times New Roman"/>
          <w:b/>
          <w:sz w:val="14"/>
          <w:szCs w:val="14"/>
          <w:lang w:eastAsia="cs-CZ"/>
        </w:rPr>
      </w:pPr>
      <w:r w:rsidRPr="00DE4ABB">
        <w:rPr>
          <w:rFonts w:cs="Arial"/>
        </w:rPr>
        <w:t>V příloze č.</w:t>
      </w:r>
      <w:r w:rsidRPr="00DE4ABB">
        <w:rPr>
          <w:rFonts w:cs="Arial"/>
          <w:i/>
          <w:iCs/>
        </w:rPr>
        <w:t xml:space="preserve"> 4.001 Výkaz výměr</w:t>
      </w:r>
      <w:r w:rsidRPr="00DE4ABB">
        <w:rPr>
          <w:rFonts w:cs="Arial"/>
        </w:rPr>
        <w:t xml:space="preserve"> na straně č.8 v části OSTATNÍ ODPADY A VÝMĚRY je uvedena tabulka s názvem STARÉ ZÁKLADY VB (archivní).  Vzhledem k tomu, že v technické zprávě není k demolicím uvedeno nic, může zadavatel vysvětlit o jaké demolice se jedná a kde se podle jeho podkladů nacházejí?  A dále prosím o prověření jednotek, ve kterých je uveden sloupeček půdorys. Opravdu jsou předpokládané základy takových rozměrů v spodku? Nejedná se o případné dublování výměr s objekty demolic?</w:t>
      </w:r>
    </w:p>
    <w:p w14:paraId="6A019EA0" w14:textId="77777777" w:rsidR="00DE4ABB" w:rsidRPr="00BD5319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2F43DA" w14:textId="77777777" w:rsidR="00DE4ABB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6FFF5C2" w14:textId="211620D1" w:rsidR="00D62F43" w:rsidRPr="0083628F" w:rsidRDefault="00D901EF" w:rsidP="00D62F43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83628F">
        <w:rPr>
          <w:rFonts w:eastAsia="Calibri" w:cs="Times New Roman"/>
          <w:bCs/>
          <w:lang w:eastAsia="cs-CZ"/>
        </w:rPr>
        <w:t>Jedná se o základy staré výpravní budovy, která se při přestavbě nádraží v 30. letech minulého století zdemolovala. Její základy jsou nyní pod stávajícím kolejištěm a při nynější rekonstrukci budou v kolizi s úpravami v oblasti železničního spodku. Výměra (objemu demolic) vychází z původní dokumentace staré výpravní budovy a přilehlých budov.</w:t>
      </w:r>
    </w:p>
    <w:p w14:paraId="5DCCA3DF" w14:textId="77777777" w:rsidR="00DE4ABB" w:rsidRDefault="00DE4ABB" w:rsidP="00DE4AB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6B1B113" w14:textId="77777777" w:rsidR="00D62F43" w:rsidRDefault="00D62F43" w:rsidP="00DE4AB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5BFC895" w14:textId="6C07EA09" w:rsidR="00DE4ABB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90</w:t>
      </w:r>
      <w:r w:rsidRPr="00BD5319">
        <w:rPr>
          <w:rFonts w:eastAsia="Calibri" w:cs="Times New Roman"/>
          <w:b/>
          <w:lang w:eastAsia="cs-CZ"/>
        </w:rPr>
        <w:t>:</w:t>
      </w:r>
    </w:p>
    <w:p w14:paraId="3C5265F3" w14:textId="77777777" w:rsidR="00DE4ABB" w:rsidRPr="00DE4ABB" w:rsidRDefault="00DE4ABB" w:rsidP="00DE4ABB">
      <w:pPr>
        <w:spacing w:after="0"/>
        <w:jc w:val="both"/>
        <w:rPr>
          <w:rFonts w:cs="Arial"/>
        </w:rPr>
      </w:pPr>
      <w:r w:rsidRPr="00DE4ABB">
        <w:rPr>
          <w:rFonts w:cs="Arial"/>
          <w:b/>
          <w:bCs/>
        </w:rPr>
        <w:t xml:space="preserve">SO 22-11-01 ŽST Hradec Králové </w:t>
      </w:r>
      <w:proofErr w:type="spellStart"/>
      <w:r w:rsidRPr="00DE4ABB">
        <w:rPr>
          <w:rFonts w:cs="Arial"/>
          <w:b/>
          <w:bCs/>
        </w:rPr>
        <w:t>hl.n</w:t>
      </w:r>
      <w:proofErr w:type="spellEnd"/>
      <w:r w:rsidRPr="00DE4ABB">
        <w:rPr>
          <w:rFonts w:cs="Arial"/>
          <w:b/>
          <w:bCs/>
        </w:rPr>
        <w:t>., železniční spodek</w:t>
      </w:r>
    </w:p>
    <w:p w14:paraId="2C3304F8" w14:textId="401DFC89" w:rsidR="00DE4ABB" w:rsidRPr="00DE4ABB" w:rsidRDefault="00DE4ABB" w:rsidP="00DE4ABB">
      <w:pPr>
        <w:spacing w:after="0" w:line="240" w:lineRule="auto"/>
        <w:jc w:val="both"/>
        <w:rPr>
          <w:rFonts w:eastAsia="Calibri" w:cs="Times New Roman"/>
          <w:b/>
          <w:sz w:val="14"/>
          <w:szCs w:val="14"/>
          <w:lang w:eastAsia="cs-CZ"/>
        </w:rPr>
      </w:pPr>
      <w:r w:rsidRPr="00DE4ABB">
        <w:rPr>
          <w:rFonts w:cs="Arial"/>
        </w:rPr>
        <w:t xml:space="preserve">V poskytnutém soupisu prací je uvedena položka č.4 VYKOPÁVKY ZE ZEMNÍKŮ A SKLÁDEK TŘ. I, ODVOZ DO 12KM o výměře 802,50 </w:t>
      </w:r>
      <w:r w:rsidRPr="00DE4ABB">
        <w:rPr>
          <w:rFonts w:cs="Arial"/>
          <w:b/>
          <w:bCs/>
        </w:rPr>
        <w:t>m3</w:t>
      </w:r>
      <w:r w:rsidRPr="00DE4ABB">
        <w:rPr>
          <w:rFonts w:cs="Arial"/>
        </w:rPr>
        <w:t xml:space="preserve"> s doplňujícím </w:t>
      </w:r>
      <w:proofErr w:type="gramStart"/>
      <w:r w:rsidRPr="00DE4ABB">
        <w:rPr>
          <w:rFonts w:cs="Arial"/>
        </w:rPr>
        <w:t>popisem ,</w:t>
      </w:r>
      <w:proofErr w:type="gramEnd"/>
      <w:r w:rsidRPr="00DE4ABB">
        <w:rPr>
          <w:rFonts w:cs="Arial"/>
        </w:rPr>
        <w:t xml:space="preserve"> Ornice“. Dle našeho názoru je uvedená výměra špatně. Neboť se vztahuje k položce č. </w:t>
      </w:r>
      <w:proofErr w:type="gramStart"/>
      <w:r w:rsidRPr="00DE4ABB">
        <w:rPr>
          <w:rFonts w:cs="Arial"/>
        </w:rPr>
        <w:t>10  ROZPROSTŘENÍ</w:t>
      </w:r>
      <w:proofErr w:type="gramEnd"/>
      <w:r w:rsidRPr="00DE4ABB">
        <w:rPr>
          <w:rFonts w:cs="Arial"/>
        </w:rPr>
        <w:t xml:space="preserve"> ORNICE V ROVINĚ V TL DO 0,15M, která má výměru 802,50</w:t>
      </w:r>
      <w:r w:rsidRPr="00DE4ABB">
        <w:rPr>
          <w:rFonts w:cs="Arial"/>
          <w:b/>
          <w:bCs/>
        </w:rPr>
        <w:t xml:space="preserve">m2. </w:t>
      </w:r>
      <w:r w:rsidRPr="00DE4ABB">
        <w:rPr>
          <w:rFonts w:cs="Arial"/>
        </w:rPr>
        <w:t xml:space="preserve">U položky č. 4 by měla být hodnota položky č. 10 vynásobena mocností vrstvy tj. 0,15m * 802,50m2 = </w:t>
      </w:r>
      <w:r w:rsidRPr="00DE4ABB">
        <w:rPr>
          <w:rFonts w:cs="Arial"/>
          <w:b/>
          <w:bCs/>
        </w:rPr>
        <w:t>120,375 m3</w:t>
      </w:r>
      <w:r w:rsidRPr="00DE4ABB">
        <w:rPr>
          <w:rFonts w:cs="Arial"/>
        </w:rPr>
        <w:t>. Může zadavatel prověřit naši domněnku a případně opravit výměry?</w:t>
      </w:r>
    </w:p>
    <w:p w14:paraId="097EE1E3" w14:textId="77777777" w:rsidR="00DE4ABB" w:rsidRPr="00BD5319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3AC6833" w14:textId="77777777" w:rsidR="00DE4ABB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0483F33D" w14:textId="655D743F" w:rsidR="00D62F43" w:rsidRPr="0083628F" w:rsidRDefault="00C424B4" w:rsidP="00D62F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628F">
        <w:rPr>
          <w:rFonts w:eastAsia="Calibri" w:cs="Times New Roman"/>
          <w:bCs/>
          <w:lang w:eastAsia="cs-CZ"/>
        </w:rPr>
        <w:t>U p</w:t>
      </w:r>
      <w:r w:rsidR="00D901EF" w:rsidRPr="0083628F">
        <w:rPr>
          <w:rFonts w:eastAsia="Calibri" w:cs="Times New Roman"/>
          <w:bCs/>
          <w:lang w:eastAsia="cs-CZ"/>
        </w:rPr>
        <w:t>oložk</w:t>
      </w:r>
      <w:r w:rsidRPr="0083628F">
        <w:rPr>
          <w:rFonts w:eastAsia="Calibri" w:cs="Times New Roman"/>
          <w:bCs/>
          <w:lang w:eastAsia="cs-CZ"/>
        </w:rPr>
        <w:t>y č.4</w:t>
      </w:r>
      <w:r w:rsidR="00D901EF" w:rsidRPr="0083628F">
        <w:rPr>
          <w:rFonts w:eastAsia="Calibri" w:cs="Times New Roman"/>
          <w:bCs/>
          <w:lang w:eastAsia="cs-CZ"/>
        </w:rPr>
        <w:t xml:space="preserve"> </w:t>
      </w:r>
      <w:r w:rsidR="00D973D4" w:rsidRPr="0083628F">
        <w:rPr>
          <w:rFonts w:eastAsia="Calibri" w:cs="Times New Roman"/>
          <w:bCs/>
          <w:lang w:eastAsia="cs-CZ"/>
        </w:rPr>
        <w:t>„</w:t>
      </w:r>
      <w:r w:rsidRPr="0083628F">
        <w:rPr>
          <w:rFonts w:eastAsia="Calibri" w:cs="Times New Roman"/>
          <w:bCs/>
          <w:lang w:eastAsia="cs-CZ"/>
        </w:rPr>
        <w:t>VYKOPÁVKY ZE ZEMNÍKŮ A SKLÁDEK TŘ. I, ODVOZ DO 12KM</w:t>
      </w:r>
      <w:r w:rsidR="00D973D4" w:rsidRPr="0083628F">
        <w:rPr>
          <w:rFonts w:eastAsia="Calibri" w:cs="Times New Roman"/>
          <w:bCs/>
          <w:lang w:eastAsia="cs-CZ"/>
        </w:rPr>
        <w:t>“</w:t>
      </w:r>
      <w:r w:rsidRPr="0083628F">
        <w:rPr>
          <w:rFonts w:eastAsia="Calibri" w:cs="Times New Roman"/>
          <w:bCs/>
          <w:lang w:eastAsia="cs-CZ"/>
        </w:rPr>
        <w:t xml:space="preserve"> byla </w:t>
      </w:r>
      <w:r w:rsidR="00D901EF" w:rsidRPr="0083628F">
        <w:rPr>
          <w:rFonts w:eastAsia="Calibri" w:cs="Times New Roman"/>
          <w:bCs/>
          <w:lang w:eastAsia="cs-CZ"/>
        </w:rPr>
        <w:t>upravena</w:t>
      </w:r>
      <w:r w:rsidRPr="0083628F">
        <w:rPr>
          <w:rFonts w:eastAsia="Calibri" w:cs="Times New Roman"/>
          <w:bCs/>
          <w:lang w:eastAsia="cs-CZ"/>
        </w:rPr>
        <w:t xml:space="preserve"> výměra na 120,375m3.</w:t>
      </w:r>
    </w:p>
    <w:p w14:paraId="2E88D863" w14:textId="77777777" w:rsidR="00DE4ABB" w:rsidRDefault="00DE4ABB" w:rsidP="00DE4AB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A0E8D6C" w14:textId="77777777" w:rsidR="00D62F43" w:rsidRDefault="00D62F43" w:rsidP="00DE4AB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C49C447" w14:textId="505324FA" w:rsidR="00DE4ABB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91</w:t>
      </w:r>
      <w:r w:rsidRPr="00BD5319">
        <w:rPr>
          <w:rFonts w:eastAsia="Calibri" w:cs="Times New Roman"/>
          <w:b/>
          <w:lang w:eastAsia="cs-CZ"/>
        </w:rPr>
        <w:t>:</w:t>
      </w:r>
    </w:p>
    <w:p w14:paraId="6FB8E251" w14:textId="77777777" w:rsidR="00DE4ABB" w:rsidRPr="00DE4ABB" w:rsidRDefault="00DE4ABB" w:rsidP="00DE4ABB">
      <w:pPr>
        <w:spacing w:after="0"/>
        <w:jc w:val="both"/>
        <w:rPr>
          <w:rFonts w:cs="Arial"/>
        </w:rPr>
      </w:pPr>
      <w:r w:rsidRPr="00DE4ABB">
        <w:rPr>
          <w:rFonts w:cs="Arial"/>
          <w:b/>
          <w:bCs/>
        </w:rPr>
        <w:t xml:space="preserve">SO 22-20-02 ŽST Hradec </w:t>
      </w:r>
      <w:proofErr w:type="gramStart"/>
      <w:r w:rsidRPr="00DE4ABB">
        <w:rPr>
          <w:rFonts w:cs="Arial"/>
          <w:b/>
          <w:bCs/>
        </w:rPr>
        <w:t xml:space="preserve">Králové  </w:t>
      </w:r>
      <w:proofErr w:type="spellStart"/>
      <w:r w:rsidRPr="00DE4ABB">
        <w:rPr>
          <w:rFonts w:cs="Arial"/>
          <w:b/>
          <w:bCs/>
        </w:rPr>
        <w:t>hl.n</w:t>
      </w:r>
      <w:proofErr w:type="spellEnd"/>
      <w:r w:rsidRPr="00DE4ABB">
        <w:rPr>
          <w:rFonts w:cs="Arial"/>
          <w:b/>
          <w:bCs/>
        </w:rPr>
        <w:t>.</w:t>
      </w:r>
      <w:proofErr w:type="gramEnd"/>
      <w:r w:rsidRPr="00DE4ABB">
        <w:rPr>
          <w:rFonts w:cs="Arial"/>
          <w:b/>
          <w:bCs/>
        </w:rPr>
        <w:t>, železniční most ev. km 27,533 ochranná konstrukce proti podzemní vodě</w:t>
      </w:r>
    </w:p>
    <w:p w14:paraId="409D5B00" w14:textId="22CF3D08" w:rsidR="00DE4ABB" w:rsidRPr="00DE4ABB" w:rsidRDefault="00DE4ABB" w:rsidP="00DE4ABB">
      <w:pPr>
        <w:spacing w:after="0" w:line="240" w:lineRule="auto"/>
        <w:jc w:val="both"/>
        <w:rPr>
          <w:rFonts w:eastAsia="Calibri" w:cs="Times New Roman"/>
          <w:b/>
          <w:sz w:val="14"/>
          <w:szCs w:val="14"/>
          <w:lang w:eastAsia="cs-CZ"/>
        </w:rPr>
      </w:pPr>
      <w:r w:rsidRPr="00DE4ABB">
        <w:rPr>
          <w:rFonts w:cs="Arial"/>
        </w:rPr>
        <w:t xml:space="preserve">Při kontrole poskytnutého soupisu prací jsme u položky č. 17 NEOCEŇOVAT - LIKVIDACE ODPADŮ NEKONTAMINOVANÝCH - 17 01 </w:t>
      </w:r>
      <w:proofErr w:type="gramStart"/>
      <w:r w:rsidRPr="00DE4ABB">
        <w:rPr>
          <w:rFonts w:cs="Arial"/>
        </w:rPr>
        <w:t>01  ARMOVANÉ</w:t>
      </w:r>
      <w:proofErr w:type="gramEnd"/>
      <w:r w:rsidRPr="00DE4ABB">
        <w:rPr>
          <w:rFonts w:cs="Arial"/>
        </w:rPr>
        <w:t xml:space="preserve"> BETONY V KUSOVITOSTI nad 0,5 M, včetně dopravy o výměře </w:t>
      </w:r>
      <w:r w:rsidRPr="00DE4ABB">
        <w:rPr>
          <w:rFonts w:cs="Arial"/>
          <w:u w:val="single"/>
        </w:rPr>
        <w:t>13.750,00T</w:t>
      </w:r>
      <w:r w:rsidRPr="00DE4ABB">
        <w:rPr>
          <w:rFonts w:cs="Arial"/>
        </w:rPr>
        <w:t xml:space="preserve"> nalezli nesrovnalost v uvedeném popise výpočtu. "ŽB; </w:t>
      </w:r>
      <w:r w:rsidRPr="00DE4ABB">
        <w:rPr>
          <w:rFonts w:cs="Arial"/>
          <w:b/>
          <w:bCs/>
        </w:rPr>
        <w:t>5500</w:t>
      </w:r>
      <w:r w:rsidRPr="00DE4ABB">
        <w:rPr>
          <w:rFonts w:cs="Arial"/>
        </w:rPr>
        <w:t xml:space="preserve">*2,5=13 750,000 [A] </w:t>
      </w:r>
      <w:proofErr w:type="gramStart"/>
      <w:r w:rsidRPr="00DE4ABB">
        <w:rPr>
          <w:rFonts w:cs="Arial"/>
        </w:rPr>
        <w:t>"  "</w:t>
      </w:r>
      <w:proofErr w:type="gramEnd"/>
      <w:r w:rsidRPr="00DE4ABB">
        <w:rPr>
          <w:rFonts w:cs="Arial"/>
        </w:rPr>
        <w:t xml:space="preserve">Celkem 13750 = 13750,000 " Celkem 13750 = 13750,00 [C]. Podle našeho názoru je zvýrazněná hodnota špatně, protože položka má vyjadřovat uložení sutě vzniklé položkou č. 15 BOURÁNÍ KONSTRUKCÍ ZE </w:t>
      </w:r>
      <w:proofErr w:type="gramStart"/>
      <w:r w:rsidRPr="00DE4ABB">
        <w:rPr>
          <w:rFonts w:cs="Arial"/>
        </w:rPr>
        <w:t>ŽELEZOBETONU - BEZ</w:t>
      </w:r>
      <w:proofErr w:type="gramEnd"/>
      <w:r w:rsidRPr="00DE4ABB">
        <w:rPr>
          <w:rFonts w:cs="Arial"/>
        </w:rPr>
        <w:t xml:space="preserve"> DOPRAVY a ta má výměru 2.880,000m3. Při doplnění do výpočtu položky č.17 tak dostaneme výměru: </w:t>
      </w:r>
      <w:r w:rsidRPr="00DE4ABB">
        <w:rPr>
          <w:rFonts w:cs="Arial"/>
          <w:b/>
          <w:bCs/>
        </w:rPr>
        <w:t>2880</w:t>
      </w:r>
      <w:r w:rsidRPr="00DE4ABB">
        <w:rPr>
          <w:rFonts w:cs="Arial"/>
        </w:rPr>
        <w:t xml:space="preserve"> * 2,5 = </w:t>
      </w:r>
      <w:r w:rsidRPr="00DE4ABB">
        <w:rPr>
          <w:rFonts w:cs="Arial"/>
          <w:u w:val="single"/>
        </w:rPr>
        <w:t>7.200T</w:t>
      </w:r>
      <w:r w:rsidRPr="00DE4ABB">
        <w:rPr>
          <w:rFonts w:cs="Arial"/>
        </w:rPr>
        <w:t>. Může zadavatel prověřit výpočet položky č.17 a následně opravit výměru, jak ve výše uvedeném soupise, tak v SO 90-90?</w:t>
      </w:r>
    </w:p>
    <w:p w14:paraId="04FBA25A" w14:textId="77777777" w:rsidR="00DE4ABB" w:rsidRPr="00BD5319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48FFFE8" w14:textId="77777777" w:rsidR="00DE4ABB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51723E1" w14:textId="2ECFA3D0" w:rsidR="00D62F43" w:rsidRPr="0083628F" w:rsidRDefault="00BC040D" w:rsidP="00D62F43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83628F">
        <w:rPr>
          <w:rFonts w:eastAsia="Calibri" w:cs="Times New Roman"/>
          <w:bCs/>
          <w:lang w:eastAsia="cs-CZ"/>
        </w:rPr>
        <w:t>Výměra položky č. 17 byla upravena tak, aby byla v souladu s výměrou položky č. 15.</w:t>
      </w:r>
      <w:r w:rsidR="001D56CA" w:rsidRPr="0083628F">
        <w:rPr>
          <w:rFonts w:eastAsia="Calibri" w:cs="Times New Roman"/>
          <w:bCs/>
          <w:lang w:eastAsia="cs-CZ"/>
        </w:rPr>
        <w:t xml:space="preserve"> Výměra byla upravena i v SO 90-90.</w:t>
      </w:r>
    </w:p>
    <w:p w14:paraId="7105A19E" w14:textId="77777777" w:rsidR="00DE4ABB" w:rsidRDefault="00DE4ABB" w:rsidP="00DE4AB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82A5F16" w14:textId="77777777" w:rsidR="00D62F43" w:rsidRDefault="00D62F43" w:rsidP="00DE4AB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D954BE7" w14:textId="442E0D4C" w:rsidR="00DE4ABB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92</w:t>
      </w:r>
      <w:r w:rsidRPr="00BD5319">
        <w:rPr>
          <w:rFonts w:eastAsia="Calibri" w:cs="Times New Roman"/>
          <w:b/>
          <w:lang w:eastAsia="cs-CZ"/>
        </w:rPr>
        <w:t>:</w:t>
      </w:r>
    </w:p>
    <w:p w14:paraId="5D196DB2" w14:textId="77777777" w:rsidR="00DE4ABB" w:rsidRPr="00DE4ABB" w:rsidRDefault="00DE4ABB" w:rsidP="00DE4ABB">
      <w:pPr>
        <w:spacing w:after="0"/>
        <w:jc w:val="both"/>
        <w:rPr>
          <w:rFonts w:cs="Arial"/>
          <w:b/>
          <w:bCs/>
        </w:rPr>
      </w:pPr>
      <w:r w:rsidRPr="00DE4ABB">
        <w:rPr>
          <w:rFonts w:cs="Arial"/>
          <w:b/>
          <w:bCs/>
        </w:rPr>
        <w:t xml:space="preserve">SO 22-20-01.01 ŽST Hradec </w:t>
      </w:r>
      <w:proofErr w:type="gramStart"/>
      <w:r w:rsidRPr="00DE4ABB">
        <w:rPr>
          <w:rFonts w:cs="Arial"/>
          <w:b/>
          <w:bCs/>
        </w:rPr>
        <w:t xml:space="preserve">Králové  </w:t>
      </w:r>
      <w:proofErr w:type="spellStart"/>
      <w:r w:rsidRPr="00DE4ABB">
        <w:rPr>
          <w:rFonts w:cs="Arial"/>
          <w:b/>
          <w:bCs/>
        </w:rPr>
        <w:t>hl.n</w:t>
      </w:r>
      <w:proofErr w:type="spellEnd"/>
      <w:r w:rsidRPr="00DE4ABB">
        <w:rPr>
          <w:rFonts w:cs="Arial"/>
          <w:b/>
          <w:bCs/>
        </w:rPr>
        <w:t>.</w:t>
      </w:r>
      <w:proofErr w:type="gramEnd"/>
      <w:r w:rsidRPr="00DE4ABB">
        <w:rPr>
          <w:rFonts w:cs="Arial"/>
          <w:b/>
          <w:bCs/>
        </w:rPr>
        <w:t>, železniční most ev. km 27,533</w:t>
      </w:r>
    </w:p>
    <w:p w14:paraId="1AF250FB" w14:textId="33922E91" w:rsidR="00DE4ABB" w:rsidRPr="00DE4ABB" w:rsidRDefault="00DE4ABB" w:rsidP="00DE4ABB">
      <w:pPr>
        <w:spacing w:after="0" w:line="240" w:lineRule="auto"/>
        <w:jc w:val="both"/>
        <w:rPr>
          <w:rFonts w:eastAsia="Calibri" w:cs="Times New Roman"/>
          <w:b/>
          <w:sz w:val="14"/>
          <w:szCs w:val="14"/>
          <w:lang w:eastAsia="cs-CZ"/>
        </w:rPr>
      </w:pPr>
      <w:r w:rsidRPr="00DE4ABB">
        <w:rPr>
          <w:rFonts w:cs="Arial"/>
        </w:rPr>
        <w:t xml:space="preserve">V poskytnutém soupise prací je uvedena položka č. 14 ŠTĚTOVÉ STĚNY BERANĚNÉ Z KOVOVÝCH DÍLCŮ DOČASNÉ (HMOTNOST) o výměře 674,310T. V popisu výměry je uvedeno "5460*123,5/1000=674,310 [A] </w:t>
      </w:r>
      <w:proofErr w:type="gramStart"/>
      <w:r w:rsidRPr="00DE4ABB">
        <w:rPr>
          <w:rFonts w:cs="Arial"/>
        </w:rPr>
        <w:t>"  "</w:t>
      </w:r>
      <w:proofErr w:type="gramEnd"/>
      <w:r w:rsidRPr="00DE4ABB">
        <w:rPr>
          <w:rFonts w:cs="Arial"/>
        </w:rPr>
        <w:t>Celkem 674,31 = 674,310 "  Celkem 674,31 = 674,31 [C] což představuje celkovou potřebu štětovnic pro zajištění výstavby mostu. Potom je v soupise uvedena položka č. 13 ŠTĚTOVÉ STĚNY BERANĚNÉ Z KOVOVÝCH DÍLCŮ TRVALÉ (HMOTNOST) o výměře 186,710T a popisem "674,310-487,600=186,710 [A] " z čehož usuzujeme, že se jedná o část štětovnic, která zůstane trvale v místě zajištění. Jelikož výpočet položky č.13 vychází z celkové potřeba štětovnic uvedených už v položce 14, tak se domníváme, že by měla položka č.14 být ponížena o hmotnost štětovnic, které zůstanou trvale dle pol.č.13. Může zadavatel prověřit tuto naši domněnku a případně upravit výměru položky č.14?</w:t>
      </w:r>
    </w:p>
    <w:p w14:paraId="538DA779" w14:textId="77777777" w:rsidR="00DE4ABB" w:rsidRPr="00BD5319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166D2E" w14:textId="77777777" w:rsidR="0083628F" w:rsidRDefault="0083628F" w:rsidP="00DE4AB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C5E9C87" w14:textId="644D6B33" w:rsidR="00DE4ABB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>Odpověď:</w:t>
      </w:r>
    </w:p>
    <w:p w14:paraId="73C85BD5" w14:textId="01C48026" w:rsidR="00D62F43" w:rsidRPr="0083628F" w:rsidRDefault="00BC040D" w:rsidP="00D62F43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83628F">
        <w:rPr>
          <w:rFonts w:eastAsia="Calibri" w:cs="Times New Roman"/>
          <w:bCs/>
          <w:lang w:eastAsia="cs-CZ"/>
        </w:rPr>
        <w:t>Položka č. 14 byla upravena tak, aby odpovídala hmotnosti předpokládaných dočasných štětovnicových stěn, tj. aby výměra odpovídala položce č. 15.</w:t>
      </w:r>
    </w:p>
    <w:p w14:paraId="199B16E2" w14:textId="77777777" w:rsidR="00DE4ABB" w:rsidRDefault="00DE4ABB" w:rsidP="00DE4AB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7FE2468" w14:textId="77777777" w:rsidR="00D62F43" w:rsidRDefault="00D62F43" w:rsidP="00DE4AB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6530E7E" w14:textId="47F4BD5A" w:rsidR="00DE4ABB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93</w:t>
      </w:r>
      <w:r w:rsidRPr="00BD5319">
        <w:rPr>
          <w:rFonts w:eastAsia="Calibri" w:cs="Times New Roman"/>
          <w:b/>
          <w:lang w:eastAsia="cs-CZ"/>
        </w:rPr>
        <w:t>:</w:t>
      </w:r>
    </w:p>
    <w:p w14:paraId="74AD3283" w14:textId="77777777" w:rsidR="00DE4ABB" w:rsidRPr="00DE4ABB" w:rsidRDefault="00DE4ABB" w:rsidP="00DE4ABB">
      <w:pPr>
        <w:spacing w:after="0"/>
        <w:jc w:val="both"/>
        <w:rPr>
          <w:rFonts w:cs="Arial"/>
          <w:b/>
          <w:bCs/>
        </w:rPr>
      </w:pPr>
      <w:r w:rsidRPr="00DE4ABB">
        <w:rPr>
          <w:rFonts w:cs="Arial"/>
          <w:b/>
          <w:bCs/>
        </w:rPr>
        <w:t xml:space="preserve">SO 22-20-01.01 ŽST Hradec </w:t>
      </w:r>
      <w:proofErr w:type="gramStart"/>
      <w:r w:rsidRPr="00DE4ABB">
        <w:rPr>
          <w:rFonts w:cs="Arial"/>
          <w:b/>
          <w:bCs/>
        </w:rPr>
        <w:t xml:space="preserve">Králové  </w:t>
      </w:r>
      <w:proofErr w:type="spellStart"/>
      <w:r w:rsidRPr="00DE4ABB">
        <w:rPr>
          <w:rFonts w:cs="Arial"/>
          <w:b/>
          <w:bCs/>
        </w:rPr>
        <w:t>hl.n</w:t>
      </w:r>
      <w:proofErr w:type="spellEnd"/>
      <w:r w:rsidRPr="00DE4ABB">
        <w:rPr>
          <w:rFonts w:cs="Arial"/>
          <w:b/>
          <w:bCs/>
        </w:rPr>
        <w:t>.</w:t>
      </w:r>
      <w:proofErr w:type="gramEnd"/>
      <w:r w:rsidRPr="00DE4ABB">
        <w:rPr>
          <w:rFonts w:cs="Arial"/>
          <w:b/>
          <w:bCs/>
        </w:rPr>
        <w:t>, železniční most ev. km 27,533</w:t>
      </w:r>
    </w:p>
    <w:p w14:paraId="596E39D3" w14:textId="3377B22B" w:rsidR="00DE4ABB" w:rsidRPr="00DE4ABB" w:rsidRDefault="00DE4ABB" w:rsidP="00DE4ABB">
      <w:pPr>
        <w:spacing w:after="0" w:line="240" w:lineRule="auto"/>
        <w:jc w:val="both"/>
        <w:rPr>
          <w:rFonts w:eastAsia="Calibri" w:cs="Times New Roman"/>
          <w:b/>
          <w:sz w:val="14"/>
          <w:szCs w:val="14"/>
          <w:lang w:eastAsia="cs-CZ"/>
        </w:rPr>
      </w:pPr>
      <w:r w:rsidRPr="00DE4ABB">
        <w:rPr>
          <w:rFonts w:cs="Arial"/>
        </w:rPr>
        <w:t xml:space="preserve">V poskytnutém soupise prací je uvažováno dle položky č. 7 zásypem zeminou se zhutněním o výměře 12.750,000m3, Přitom dle položky č. 63 má být veškerá zemina vytěžená v rámci položky č.6 uložena na skládku. Opravdu uvažuje zadavatel o zásypu zeminou? Pokud ano neměla by být vytěžená zemina pro potřebu zasypu spíše uložena na mezideponii a následně použita dle položky č. 7? Pokud ano, doplní zadavatel položky pro uložení na mezideponii a následně </w:t>
      </w:r>
      <w:proofErr w:type="gramStart"/>
      <w:r w:rsidRPr="00DE4ABB">
        <w:rPr>
          <w:rFonts w:cs="Arial"/>
        </w:rPr>
        <w:t>sníží</w:t>
      </w:r>
      <w:proofErr w:type="gramEnd"/>
      <w:r w:rsidRPr="00DE4ABB">
        <w:rPr>
          <w:rFonts w:cs="Arial"/>
        </w:rPr>
        <w:t xml:space="preserve"> hodnotu položky poplatku za skládku o výměru zásypu?</w:t>
      </w:r>
    </w:p>
    <w:p w14:paraId="3B5FA076" w14:textId="77777777" w:rsidR="00DE4ABB" w:rsidRPr="00BD5319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E9B9A8B" w14:textId="77777777" w:rsidR="00DE4ABB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D7F947D" w14:textId="1C51AD63" w:rsidR="0055231A" w:rsidRPr="0083628F" w:rsidRDefault="0055231A" w:rsidP="0055231A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83628F">
        <w:rPr>
          <w:rFonts w:eastAsia="Calibri" w:cs="Times New Roman"/>
          <w:bCs/>
          <w:lang w:eastAsia="cs-CZ"/>
        </w:rPr>
        <w:t>Opraveno s uložením zeminy na mezideponii (položky č.67 a č.68), relevantně upravena i položka č.63.</w:t>
      </w:r>
    </w:p>
    <w:p w14:paraId="6877E633" w14:textId="127056EE" w:rsidR="00D62F43" w:rsidRPr="00FF5F93" w:rsidRDefault="00D62F43" w:rsidP="00D62F43">
      <w:pPr>
        <w:spacing w:after="0" w:line="240" w:lineRule="auto"/>
        <w:jc w:val="both"/>
        <w:rPr>
          <w:rFonts w:asciiTheme="majorHAnsi" w:eastAsia="Calibri" w:hAnsiTheme="majorHAnsi" w:cs="Times New Roman"/>
          <w:b/>
          <w:color w:val="FF0000"/>
          <w:lang w:eastAsia="cs-CZ"/>
        </w:rPr>
      </w:pPr>
    </w:p>
    <w:p w14:paraId="1F90CD57" w14:textId="77777777" w:rsidR="00D62F43" w:rsidRDefault="00D62F43" w:rsidP="00DE4AB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67443FB" w14:textId="0FC309F3" w:rsidR="00DE4ABB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94</w:t>
      </w:r>
      <w:r w:rsidRPr="00BD5319">
        <w:rPr>
          <w:rFonts w:eastAsia="Calibri" w:cs="Times New Roman"/>
          <w:b/>
          <w:lang w:eastAsia="cs-CZ"/>
        </w:rPr>
        <w:t>:</w:t>
      </w:r>
    </w:p>
    <w:p w14:paraId="15BFE194" w14:textId="77777777" w:rsidR="00DE4ABB" w:rsidRPr="00DE4ABB" w:rsidRDefault="00DE4ABB" w:rsidP="00DE4ABB">
      <w:pPr>
        <w:spacing w:after="0"/>
        <w:jc w:val="both"/>
        <w:rPr>
          <w:rFonts w:cs="Arial"/>
        </w:rPr>
      </w:pPr>
      <w:r w:rsidRPr="00DE4ABB">
        <w:rPr>
          <w:rFonts w:cs="Arial"/>
          <w:b/>
          <w:bCs/>
        </w:rPr>
        <w:t xml:space="preserve">SO 22-20-10 ŽST Hradec Králové </w:t>
      </w:r>
      <w:proofErr w:type="spellStart"/>
      <w:r w:rsidRPr="00DE4ABB">
        <w:rPr>
          <w:rFonts w:cs="Arial"/>
          <w:b/>
          <w:bCs/>
        </w:rPr>
        <w:t>hl.n</w:t>
      </w:r>
      <w:proofErr w:type="spellEnd"/>
      <w:r w:rsidRPr="00DE4ABB">
        <w:rPr>
          <w:rFonts w:cs="Arial"/>
          <w:b/>
          <w:bCs/>
        </w:rPr>
        <w:t>., železniční most ev. km 29,652 zrušení</w:t>
      </w:r>
    </w:p>
    <w:p w14:paraId="136145CF" w14:textId="7D3DBA43" w:rsidR="00DE4ABB" w:rsidRPr="00DE4ABB" w:rsidRDefault="00DE4ABB" w:rsidP="00DE4ABB">
      <w:pPr>
        <w:spacing w:after="0" w:line="240" w:lineRule="auto"/>
        <w:jc w:val="both"/>
        <w:rPr>
          <w:rFonts w:eastAsia="Calibri" w:cs="Times New Roman"/>
          <w:b/>
          <w:sz w:val="14"/>
          <w:szCs w:val="14"/>
          <w:lang w:eastAsia="cs-CZ"/>
        </w:rPr>
      </w:pPr>
      <w:r w:rsidRPr="00DE4ABB">
        <w:rPr>
          <w:rFonts w:cs="Arial"/>
        </w:rPr>
        <w:t>Při kontrole poskytnutého soupisu prací jsme u položky č. 7 NEOCEŇOVAT - LIKVIDACE ODPADŮ NEKONTAMINOVANÝCH - 17 01 01  ARMOVANÉ BETONY V KUSOVITOSTI NAD 0,5 M, včetně dopravy o výměře 484,875T nalezli nesrovnalost v uvedeném popisu výpočtu "</w:t>
      </w:r>
      <w:r w:rsidRPr="00DE4ABB">
        <w:rPr>
          <w:rFonts w:cs="Arial"/>
          <w:b/>
          <w:bCs/>
        </w:rPr>
        <w:t>182,970</w:t>
      </w:r>
      <w:r w:rsidRPr="00DE4ABB">
        <w:rPr>
          <w:rFonts w:cs="Arial"/>
        </w:rPr>
        <w:t>*2,5+</w:t>
      </w:r>
      <w:r w:rsidRPr="00DE4ABB">
        <w:rPr>
          <w:rFonts w:cs="Arial"/>
          <w:b/>
          <w:bCs/>
        </w:rPr>
        <w:t>10,98</w:t>
      </w:r>
      <w:r w:rsidRPr="00DE4ABB">
        <w:rPr>
          <w:rFonts w:cs="Arial"/>
        </w:rPr>
        <w:t xml:space="preserve">*2,5=484,875 [A] "  "Celkem 484,875 = 484,875 " Podle našeho názoru je zvýrazněná hodnota špatně, protože položka má vyjadřovat uložení sutě vzniklé položkou č. 5 BOURÁNÍ KONSTRUKCÍ ZE ŽELEZOBETONU - BEZ DOPRAVY a ta má výměru 42,522m3. Při doplnění do výpočtu položky č.17 tak dostaneme výměru </w:t>
      </w:r>
      <w:r w:rsidRPr="00DE4ABB">
        <w:rPr>
          <w:rFonts w:cs="Arial"/>
          <w:b/>
          <w:bCs/>
        </w:rPr>
        <w:t>42,522</w:t>
      </w:r>
      <w:r w:rsidRPr="00DE4ABB">
        <w:rPr>
          <w:rFonts w:cs="Arial"/>
        </w:rPr>
        <w:t>*2,5+10,98*2,5=</w:t>
      </w:r>
      <w:r w:rsidRPr="00DE4ABB">
        <w:rPr>
          <w:rFonts w:cs="Arial"/>
          <w:u w:val="single"/>
        </w:rPr>
        <w:t>106,305 T</w:t>
      </w:r>
      <w:r w:rsidRPr="00DE4ABB">
        <w:rPr>
          <w:rFonts w:cs="Arial"/>
        </w:rPr>
        <w:t xml:space="preserve"> [A]. Může zadavatel prověřit výpočet položky č.7 a následně opravit výměru, jak ve výše uvedeném soupise, tak v SO 90-90?</w:t>
      </w:r>
    </w:p>
    <w:p w14:paraId="7560D48A" w14:textId="77777777" w:rsidR="00DE4ABB" w:rsidRPr="00BD5319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EC6A29A" w14:textId="77777777" w:rsidR="00DE4ABB" w:rsidRDefault="00DE4ABB" w:rsidP="00D62F43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AC71B0D" w14:textId="436BB300" w:rsidR="00D62F43" w:rsidRPr="0083628F" w:rsidRDefault="0055231A" w:rsidP="00D62F43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83628F">
        <w:rPr>
          <w:rFonts w:eastAsia="Calibri" w:cs="Times New Roman"/>
          <w:bCs/>
          <w:lang w:eastAsia="cs-CZ"/>
        </w:rPr>
        <w:t xml:space="preserve">Opraveno, v položce č.7 nyní figuruje </w:t>
      </w:r>
      <w:r w:rsidR="00D973D4" w:rsidRPr="0083628F">
        <w:rPr>
          <w:rFonts w:eastAsia="Calibri" w:cs="Times New Roman"/>
          <w:bCs/>
          <w:lang w:eastAsia="cs-CZ"/>
        </w:rPr>
        <w:t xml:space="preserve">výše uvedená </w:t>
      </w:r>
      <w:r w:rsidRPr="0083628F">
        <w:rPr>
          <w:rFonts w:eastAsia="Calibri" w:cs="Times New Roman"/>
          <w:bCs/>
          <w:lang w:eastAsia="cs-CZ"/>
        </w:rPr>
        <w:t>výměra bourání 42,522.</w:t>
      </w:r>
    </w:p>
    <w:p w14:paraId="53E30FA0" w14:textId="77777777" w:rsidR="00DE4ABB" w:rsidRDefault="00DE4ABB" w:rsidP="00DE4AB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5EF8FF0" w14:textId="77777777" w:rsidR="00D62F43" w:rsidRDefault="00D62F43" w:rsidP="00DE4AB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C97E0E3" w14:textId="17E041E3" w:rsidR="00DE4ABB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="003C6EE1"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57988AA9" w14:textId="77777777" w:rsidR="003C6EE1" w:rsidRPr="003C6EE1" w:rsidRDefault="003C6EE1" w:rsidP="003C6EE1">
      <w:pPr>
        <w:spacing w:after="0"/>
        <w:jc w:val="both"/>
        <w:rPr>
          <w:rFonts w:cs="Arial"/>
          <w:b/>
          <w:bCs/>
        </w:rPr>
      </w:pPr>
      <w:r w:rsidRPr="003C6EE1">
        <w:rPr>
          <w:rFonts w:cs="Arial"/>
          <w:b/>
          <w:bCs/>
        </w:rPr>
        <w:t>SO 22-50-</w:t>
      </w:r>
      <w:proofErr w:type="gramStart"/>
      <w:r w:rsidRPr="003C6EE1">
        <w:rPr>
          <w:rFonts w:cs="Arial"/>
          <w:b/>
          <w:bCs/>
        </w:rPr>
        <w:t>19  ŽST</w:t>
      </w:r>
      <w:proofErr w:type="gramEnd"/>
      <w:r w:rsidRPr="003C6EE1">
        <w:rPr>
          <w:rFonts w:cs="Arial"/>
          <w:b/>
          <w:bCs/>
        </w:rPr>
        <w:t xml:space="preserve"> Hradec Králové hl. n., ulice Nerudova</w:t>
      </w:r>
    </w:p>
    <w:p w14:paraId="120C6B7C" w14:textId="77777777" w:rsidR="003C6EE1" w:rsidRPr="003C6EE1" w:rsidRDefault="003C6EE1" w:rsidP="003C6EE1">
      <w:pPr>
        <w:spacing w:after="0"/>
        <w:jc w:val="both"/>
        <w:rPr>
          <w:rFonts w:cs="Arial"/>
          <w:b/>
          <w:bCs/>
        </w:rPr>
      </w:pPr>
      <w:r w:rsidRPr="003C6EE1">
        <w:rPr>
          <w:rFonts w:cs="Arial"/>
          <w:b/>
          <w:bCs/>
        </w:rPr>
        <w:t>SO 22-50-</w:t>
      </w:r>
      <w:proofErr w:type="gramStart"/>
      <w:r w:rsidRPr="003C6EE1">
        <w:rPr>
          <w:rFonts w:cs="Arial"/>
          <w:b/>
          <w:bCs/>
        </w:rPr>
        <w:t>17  ŽST</w:t>
      </w:r>
      <w:proofErr w:type="gramEnd"/>
      <w:r w:rsidRPr="003C6EE1">
        <w:rPr>
          <w:rFonts w:cs="Arial"/>
          <w:b/>
          <w:bCs/>
        </w:rPr>
        <w:t xml:space="preserve"> Hradec Králové hl. n., komunikace k přejezdu P5212</w:t>
      </w:r>
    </w:p>
    <w:p w14:paraId="018431B8" w14:textId="77777777" w:rsidR="003C6EE1" w:rsidRPr="003C6EE1" w:rsidRDefault="003C6EE1" w:rsidP="003C6EE1">
      <w:pPr>
        <w:spacing w:after="0"/>
        <w:jc w:val="both"/>
        <w:rPr>
          <w:rFonts w:cs="Arial"/>
          <w:b/>
          <w:bCs/>
        </w:rPr>
      </w:pPr>
      <w:r w:rsidRPr="003C6EE1">
        <w:rPr>
          <w:rFonts w:cs="Arial"/>
          <w:b/>
          <w:bCs/>
        </w:rPr>
        <w:t>SO 200-50-02.01 Hradec Králové podjezd Gočárova, komunikace pro pěší a cyklisty</w:t>
      </w:r>
    </w:p>
    <w:p w14:paraId="4773FFC3" w14:textId="77777777" w:rsidR="003C6EE1" w:rsidRPr="003C6EE1" w:rsidRDefault="003C6EE1" w:rsidP="003C6EE1">
      <w:pPr>
        <w:spacing w:after="0"/>
        <w:jc w:val="both"/>
        <w:rPr>
          <w:rFonts w:cs="Arial"/>
          <w:b/>
          <w:bCs/>
        </w:rPr>
      </w:pPr>
      <w:r w:rsidRPr="003C6EE1">
        <w:rPr>
          <w:rFonts w:cs="Arial"/>
          <w:b/>
          <w:bCs/>
        </w:rPr>
        <w:t>SO 22-50-02 ŽST Hradec Králové hl. n., technologický objekt jižní zhlaví, přístupová komunikace</w:t>
      </w:r>
    </w:p>
    <w:p w14:paraId="4986E8A9" w14:textId="4827C437" w:rsidR="003C6EE1" w:rsidRPr="003C6EE1" w:rsidRDefault="003C6EE1" w:rsidP="003C6EE1">
      <w:pPr>
        <w:spacing w:after="0" w:line="240" w:lineRule="auto"/>
        <w:jc w:val="both"/>
        <w:rPr>
          <w:rFonts w:eastAsia="Calibri" w:cs="Times New Roman"/>
          <w:b/>
          <w:sz w:val="14"/>
          <w:szCs w:val="14"/>
          <w:lang w:eastAsia="cs-CZ"/>
        </w:rPr>
      </w:pPr>
      <w:r w:rsidRPr="003C6EE1">
        <w:rPr>
          <w:rFonts w:cs="Arial"/>
        </w:rPr>
        <w:t xml:space="preserve">Při kontrole poskytnutého soupisu prací jsme u položky č. 21 NEOCEŇOVAT - LIKVIDACE ODPADŮ NEKONTAMINOVANÝCH - 17 05 </w:t>
      </w:r>
      <w:proofErr w:type="gramStart"/>
      <w:r w:rsidRPr="003C6EE1">
        <w:rPr>
          <w:rFonts w:cs="Arial"/>
        </w:rPr>
        <w:t>04  VYTĚŽENÉ</w:t>
      </w:r>
      <w:proofErr w:type="gramEnd"/>
      <w:r w:rsidRPr="003C6EE1">
        <w:rPr>
          <w:rFonts w:cs="Arial"/>
        </w:rPr>
        <w:t xml:space="preserve"> ZEMINY A HORNINY - I. TŘÍDA TĚŽITELNOSTI, včetně dopravy o výměře 185,760T nalezli nesrovnalost v uvedeném popisu výpočtu "pol. 12110 </w:t>
      </w:r>
      <w:r w:rsidRPr="003C6EE1">
        <w:rPr>
          <w:rFonts w:cs="Arial"/>
          <w:b/>
          <w:bCs/>
          <w:u w:val="single"/>
        </w:rPr>
        <w:t>ornice  60*1,8=108.000</w:t>
      </w:r>
      <w:r w:rsidRPr="003C6EE1">
        <w:rPr>
          <w:rFonts w:cs="Arial"/>
        </w:rPr>
        <w:t xml:space="preserve"> [A] ;pol. 12373 odkop  43,2*1,8=77.760 [B] ; Celkem: A+B=185.760 [C] ". Z jakého důvodů zadavatel uvažuje o uložení ornice na skládku, když podle zákona se ornice musí znovu použít a v jiných SO dokonce uvažuje s nákupem ornice.  Dle našeho názoru by do výměry položky Poplatku za skládku by neměla být výměra ornice započtena.  Dtto platí i u SO 22-50-17, SO 200-50-02.01, SO 22-50-02,</w:t>
      </w:r>
    </w:p>
    <w:p w14:paraId="399B1E9C" w14:textId="77777777" w:rsidR="00DE4ABB" w:rsidRPr="00BD5319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EF21EB7" w14:textId="77777777" w:rsidR="00DE4ABB" w:rsidRDefault="00DE4ABB" w:rsidP="00DE4AB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6D53392" w14:textId="741AE6B2" w:rsidR="006B7889" w:rsidRPr="0083628F" w:rsidRDefault="006B7889" w:rsidP="006B788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628F">
        <w:rPr>
          <w:rFonts w:eastAsia="Calibri" w:cs="Times New Roman"/>
          <w:bCs/>
          <w:lang w:eastAsia="cs-CZ"/>
        </w:rPr>
        <w:t xml:space="preserve">Z výkazu výměr u položky R015111 </w:t>
      </w:r>
      <w:r w:rsidR="00D973D4" w:rsidRPr="0083628F">
        <w:rPr>
          <w:rFonts w:eastAsia="Calibri" w:cs="Times New Roman"/>
          <w:bCs/>
          <w:lang w:eastAsia="cs-CZ"/>
        </w:rPr>
        <w:t>„</w:t>
      </w:r>
      <w:proofErr w:type="gramStart"/>
      <w:r w:rsidRPr="0083628F">
        <w:rPr>
          <w:rFonts w:eastAsia="Calibri" w:cs="Times New Roman"/>
          <w:bCs/>
          <w:lang w:eastAsia="cs-CZ"/>
        </w:rPr>
        <w:t>NEOCEŇOVAT - LIKVIDACE</w:t>
      </w:r>
      <w:proofErr w:type="gramEnd"/>
      <w:r w:rsidRPr="0083628F">
        <w:rPr>
          <w:rFonts w:eastAsia="Calibri" w:cs="Times New Roman"/>
          <w:bCs/>
          <w:lang w:eastAsia="cs-CZ"/>
        </w:rPr>
        <w:t xml:space="preserve"> ODPADŮ NEKONTAMINOVANÝCH - 17 05 04 VYTĚŽENÉ ZEMINY A HORNINY - I. TŘÍDA TĚŽITELNOSTI, včetně dopravy“ byla odstraněna výměra sejmutí ornice. </w:t>
      </w:r>
    </w:p>
    <w:p w14:paraId="53C85563" w14:textId="77777777" w:rsidR="006B7889" w:rsidRPr="0083628F" w:rsidRDefault="006B7889" w:rsidP="006B788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3628F">
        <w:rPr>
          <w:rFonts w:eastAsia="Calibri" w:cs="Times New Roman"/>
          <w:bCs/>
          <w:lang w:eastAsia="cs-CZ"/>
        </w:rPr>
        <w:t>Platí pro SO  22-50-19, SO 22-50-17, SO 200-50-02.01, SO 22-50-02.</w:t>
      </w:r>
    </w:p>
    <w:p w14:paraId="0F51651D" w14:textId="77777777" w:rsidR="006B7889" w:rsidRDefault="006B7889" w:rsidP="006B7889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296E100F" w14:textId="77777777" w:rsidR="007C404B" w:rsidRDefault="007C404B" w:rsidP="006B7889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0C1D4FAA" w14:textId="77777777" w:rsidR="007C404B" w:rsidRDefault="007C404B" w:rsidP="006B7889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30619640" w14:textId="1AEE35DF" w:rsidR="00664163" w:rsidRPr="0083628F" w:rsidRDefault="0083628F" w:rsidP="0083628F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D3307">
        <w:rPr>
          <w:rFonts w:eastAsia="Calibri" w:cs="Times New Roman"/>
          <w:bCs/>
          <w:lang w:eastAsia="cs-CZ"/>
        </w:rPr>
        <w:t xml:space="preserve">Zadavatel </w:t>
      </w:r>
      <w:r>
        <w:rPr>
          <w:rFonts w:eastAsia="Calibri" w:cs="Times New Roman"/>
          <w:bCs/>
          <w:lang w:eastAsia="cs-CZ"/>
        </w:rPr>
        <w:t xml:space="preserve">dále </w:t>
      </w:r>
      <w:r w:rsidRPr="00DD3307">
        <w:rPr>
          <w:rFonts w:eastAsia="Calibri" w:cs="Times New Roman"/>
          <w:bCs/>
          <w:lang w:eastAsia="cs-CZ"/>
        </w:rPr>
        <w:t>z vlastního podnětu upravil soupisy prací.</w:t>
      </w:r>
      <w:r>
        <w:rPr>
          <w:rFonts w:eastAsia="Times New Roman" w:cs="Times New Roman"/>
          <w:b/>
          <w:color w:val="7030A0"/>
          <w:lang w:eastAsia="cs-CZ"/>
        </w:rPr>
        <w:t xml:space="preserve"> </w:t>
      </w:r>
      <w:r w:rsidR="006B7889" w:rsidRPr="0083628F">
        <w:rPr>
          <w:rFonts w:eastAsia="Times New Roman" w:cs="Times New Roman"/>
          <w:bCs/>
          <w:lang w:eastAsia="cs-CZ"/>
        </w:rPr>
        <w:t xml:space="preserve">V souvislosti s dotazem č. 95 byla odstraněna výměra sejmutí ornice z výkazu výměr u položky R015111 </w:t>
      </w:r>
      <w:r w:rsidR="00D973D4" w:rsidRPr="0083628F">
        <w:rPr>
          <w:rFonts w:eastAsia="Times New Roman" w:cs="Times New Roman"/>
          <w:bCs/>
          <w:lang w:eastAsia="cs-CZ"/>
        </w:rPr>
        <w:t>„</w:t>
      </w:r>
      <w:proofErr w:type="gramStart"/>
      <w:r w:rsidR="006B7889" w:rsidRPr="0083628F">
        <w:rPr>
          <w:rFonts w:eastAsia="Times New Roman" w:cs="Times New Roman"/>
          <w:bCs/>
          <w:lang w:eastAsia="cs-CZ"/>
        </w:rPr>
        <w:t>NEOCEŇOVAT - LIKVIDACE</w:t>
      </w:r>
      <w:proofErr w:type="gramEnd"/>
      <w:r w:rsidR="006B7889" w:rsidRPr="0083628F">
        <w:rPr>
          <w:rFonts w:eastAsia="Times New Roman" w:cs="Times New Roman"/>
          <w:bCs/>
          <w:lang w:eastAsia="cs-CZ"/>
        </w:rPr>
        <w:t xml:space="preserve"> ODPADŮ NEKONTAMINOVANÝCH – 17 05 04 VYTĚŽENÉ ZEMINY A HORNINY - I. TŘÍDA TĚŽITELNOSTI, včetně dopravy“ též z SO 22-50-03.</w:t>
      </w: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6EA76A7E" w:rsidR="00664163" w:rsidRDefault="00664163" w:rsidP="0083628F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lastRenderedPageBreak/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83628F">
        <w:rPr>
          <w:rFonts w:eastAsia="Times New Roman" w:cs="Times New Roman"/>
          <w:lang w:eastAsia="cs-CZ"/>
        </w:rPr>
        <w:t>23. 9. 2024</w:t>
      </w:r>
      <w:r w:rsidRPr="00C87717">
        <w:rPr>
          <w:rFonts w:eastAsia="Times New Roman" w:cs="Times New Roman"/>
          <w:lang w:eastAsia="cs-CZ"/>
        </w:rPr>
        <w:t xml:space="preserve"> na den </w:t>
      </w:r>
      <w:r w:rsidR="0083628F">
        <w:rPr>
          <w:rFonts w:eastAsia="Times New Roman" w:cs="Times New Roman"/>
          <w:lang w:eastAsia="cs-CZ"/>
        </w:rPr>
        <w:t>24. 9. 2024</w:t>
      </w:r>
      <w:r w:rsidRPr="00C87717">
        <w:rPr>
          <w:rFonts w:eastAsia="Times New Roman" w:cs="Times New Roman"/>
          <w:lang w:eastAsia="cs-CZ"/>
        </w:rPr>
        <w:t>.</w:t>
      </w:r>
    </w:p>
    <w:p w14:paraId="587715CA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B8BD68C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8F6D20B" w14:textId="74AEC5B3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724643">
        <w:rPr>
          <w:rFonts w:eastAsia="Times New Roman" w:cs="Times New Roman"/>
          <w:lang w:eastAsia="cs-CZ"/>
        </w:rPr>
        <w:t>Z2024-031174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2B767313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83628F">
        <w:rPr>
          <w:rFonts w:eastAsia="Times New Roman" w:cs="Times New Roman"/>
          <w:lang w:eastAsia="cs-CZ"/>
        </w:rPr>
        <w:t>23. 09. 2024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</w:t>
      </w:r>
      <w:r w:rsidRPr="0083628F">
        <w:rPr>
          <w:rFonts w:eastAsia="Times New Roman" w:cs="Times New Roman"/>
          <w:lang w:eastAsia="cs-CZ"/>
        </w:rPr>
        <w:t xml:space="preserve">datem </w:t>
      </w:r>
      <w:r w:rsidR="0083628F" w:rsidRPr="0083628F">
        <w:rPr>
          <w:rFonts w:eastAsia="Times New Roman" w:cs="Times New Roman"/>
          <w:lang w:eastAsia="cs-CZ"/>
        </w:rPr>
        <w:t>24. 09. 2024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1A97CCC" w14:textId="41FF73D9" w:rsidR="0083628F" w:rsidRPr="0083628F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3628F">
        <w:rPr>
          <w:rFonts w:eastAsia="Calibri" w:cs="Times New Roman"/>
          <w:b/>
          <w:bCs/>
          <w:lang w:eastAsia="cs-CZ"/>
        </w:rPr>
        <w:t>Příloh</w:t>
      </w:r>
      <w:r w:rsidR="0083628F">
        <w:rPr>
          <w:rFonts w:eastAsia="Calibri" w:cs="Times New Roman"/>
          <w:b/>
          <w:bCs/>
          <w:lang w:eastAsia="cs-CZ"/>
        </w:rPr>
        <w:t>y</w:t>
      </w:r>
      <w:r w:rsidRPr="0083628F">
        <w:rPr>
          <w:rFonts w:eastAsia="Calibri" w:cs="Times New Roman"/>
          <w:b/>
          <w:bCs/>
          <w:lang w:eastAsia="cs-CZ"/>
        </w:rPr>
        <w:t>:</w:t>
      </w:r>
    </w:p>
    <w:p w14:paraId="49B8B43B" w14:textId="77777777" w:rsidR="0083628F" w:rsidRPr="0083628F" w:rsidRDefault="0083628F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3628F">
        <w:rPr>
          <w:rFonts w:eastAsia="Calibri" w:cs="Times New Roman"/>
          <w:lang w:eastAsia="cs-CZ"/>
        </w:rPr>
        <w:t>XDC_HK-Pardubice-Chrudim_20240807_ZM08</w:t>
      </w:r>
    </w:p>
    <w:p w14:paraId="35D7DDE8" w14:textId="2AA1BCC4" w:rsidR="00664163" w:rsidRPr="00BD5319" w:rsidRDefault="0083628F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3628F">
        <w:rPr>
          <w:rFonts w:eastAsia="Calibri" w:cs="Times New Roman"/>
          <w:lang w:eastAsia="cs-CZ"/>
        </w:rPr>
        <w:t>XLS_HK-Pardubice-Chrudim_20240807_ZM08</w:t>
      </w:r>
      <w:r w:rsidR="00664163" w:rsidRPr="0083628F">
        <w:rPr>
          <w:rFonts w:eastAsia="Calibri" w:cs="Times New Roman"/>
          <w:lang w:eastAsia="cs-CZ"/>
        </w:rPr>
        <w:t xml:space="preserve"> </w:t>
      </w:r>
      <w:r w:rsidR="00664163"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664163" w:rsidRPr="00BD5319">
        <w:rPr>
          <w:rFonts w:eastAsia="Calibri" w:cs="Times New Roman"/>
          <w:bCs/>
          <w:lang w:eastAsia="cs-CZ"/>
        </w:rPr>
        <w:instrText xml:space="preserve"> FORMTEXT </w:instrText>
      </w:r>
      <w:r w:rsidR="00664163" w:rsidRPr="00BD5319">
        <w:rPr>
          <w:rFonts w:eastAsia="Calibri" w:cs="Times New Roman"/>
          <w:bCs/>
          <w:lang w:eastAsia="cs-CZ"/>
        </w:rPr>
      </w:r>
      <w:r w:rsidR="00664163" w:rsidRPr="00BD5319">
        <w:rPr>
          <w:rFonts w:eastAsia="Calibri" w:cs="Times New Roman"/>
          <w:bCs/>
          <w:lang w:eastAsia="cs-CZ"/>
        </w:rPr>
        <w:fldChar w:fldCharType="separate"/>
      </w:r>
      <w:r w:rsidR="00664163" w:rsidRPr="00BD5319">
        <w:rPr>
          <w:rFonts w:eastAsia="Calibri" w:cs="Times New Roman"/>
          <w:bCs/>
          <w:lang w:eastAsia="cs-CZ"/>
        </w:rPr>
        <w:t> </w:t>
      </w:r>
      <w:r w:rsidR="00664163" w:rsidRPr="00BD5319">
        <w:rPr>
          <w:rFonts w:eastAsia="Calibri" w:cs="Times New Roman"/>
          <w:bCs/>
          <w:lang w:eastAsia="cs-CZ"/>
        </w:rPr>
        <w:t> </w:t>
      </w:r>
      <w:r w:rsidR="00664163" w:rsidRPr="00BD5319">
        <w:rPr>
          <w:rFonts w:eastAsia="Calibri" w:cs="Times New Roman"/>
          <w:bCs/>
          <w:lang w:eastAsia="cs-CZ"/>
        </w:rPr>
        <w:t> </w:t>
      </w:r>
      <w:r w:rsidR="00664163" w:rsidRPr="00BD5319">
        <w:rPr>
          <w:rFonts w:eastAsia="Calibri" w:cs="Times New Roman"/>
          <w:bCs/>
          <w:lang w:eastAsia="cs-CZ"/>
        </w:rPr>
        <w:t> </w:t>
      </w:r>
      <w:r w:rsidR="00664163" w:rsidRPr="00BD5319">
        <w:rPr>
          <w:rFonts w:eastAsia="Calibri" w:cs="Times New Roman"/>
          <w:bCs/>
          <w:lang w:eastAsia="cs-CZ"/>
        </w:rPr>
        <w:t> </w:t>
      </w:r>
      <w:r w:rsidR="00664163"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BB7F88B" w14:textId="77777777" w:rsidR="0083628F" w:rsidRDefault="0083628F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000C1CC2" w:rsidR="00664163" w:rsidRPr="0083628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3628F">
        <w:rPr>
          <w:rFonts w:eastAsia="Calibri" w:cs="Times New Roman"/>
          <w:lang w:eastAsia="cs-CZ"/>
        </w:rPr>
        <w:t>V Praze</w:t>
      </w:r>
    </w:p>
    <w:p w14:paraId="6F75BA64" w14:textId="77777777" w:rsidR="00664163" w:rsidRPr="0083628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8231D9D" w14:textId="77777777" w:rsidR="0083628F" w:rsidRPr="0083628F" w:rsidRDefault="0083628F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86027C" w14:textId="77777777" w:rsidR="00664163" w:rsidRPr="0083628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83628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83628F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83628F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83628F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83628F">
        <w:rPr>
          <w:rFonts w:ascii="Verdana" w:hAnsi="Verdana" w:cs="Verdana"/>
        </w:rPr>
        <w:t>ředitel odboru investičního</w:t>
      </w:r>
    </w:p>
    <w:p w14:paraId="50A8C07C" w14:textId="77777777" w:rsidR="00664163" w:rsidRPr="0083628F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83628F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83628F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97739" w14:textId="77777777" w:rsidR="004F2842" w:rsidRDefault="004F2842" w:rsidP="00962258">
      <w:pPr>
        <w:spacing w:after="0" w:line="240" w:lineRule="auto"/>
      </w:pPr>
      <w:r>
        <w:separator/>
      </w:r>
    </w:p>
  </w:endnote>
  <w:endnote w:type="continuationSeparator" w:id="0">
    <w:p w14:paraId="2DA3C266" w14:textId="77777777" w:rsidR="004F2842" w:rsidRDefault="004F28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E2DD4" w14:textId="77777777" w:rsidR="004F2842" w:rsidRDefault="004F2842" w:rsidP="00962258">
      <w:pPr>
        <w:spacing w:after="0" w:line="240" w:lineRule="auto"/>
      </w:pPr>
      <w:r>
        <w:separator/>
      </w:r>
    </w:p>
  </w:footnote>
  <w:footnote w:type="continuationSeparator" w:id="0">
    <w:p w14:paraId="0E796242" w14:textId="77777777" w:rsidR="004F2842" w:rsidRDefault="004F28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6"/>
  </w:num>
  <w:num w:numId="5" w16cid:durableId="1470241154">
    <w:abstractNumId w:val="0"/>
  </w:num>
  <w:num w:numId="6" w16cid:durableId="848255171">
    <w:abstractNumId w:val="5"/>
  </w:num>
  <w:num w:numId="7" w16cid:durableId="2188327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3901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D56CA"/>
    <w:rsid w:val="00207DF5"/>
    <w:rsid w:val="00267369"/>
    <w:rsid w:val="0026785D"/>
    <w:rsid w:val="00296D39"/>
    <w:rsid w:val="002A59FE"/>
    <w:rsid w:val="002B1F89"/>
    <w:rsid w:val="002B4F2C"/>
    <w:rsid w:val="002C31BF"/>
    <w:rsid w:val="002E0CD7"/>
    <w:rsid w:val="002F026B"/>
    <w:rsid w:val="00335122"/>
    <w:rsid w:val="00335732"/>
    <w:rsid w:val="00341BC4"/>
    <w:rsid w:val="00357BC6"/>
    <w:rsid w:val="0037111D"/>
    <w:rsid w:val="00371791"/>
    <w:rsid w:val="003756B9"/>
    <w:rsid w:val="003956C6"/>
    <w:rsid w:val="003A3068"/>
    <w:rsid w:val="003C6EE1"/>
    <w:rsid w:val="003D313D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2842"/>
    <w:rsid w:val="004F4B9B"/>
    <w:rsid w:val="00501654"/>
    <w:rsid w:val="00511AB9"/>
    <w:rsid w:val="00523EA7"/>
    <w:rsid w:val="00530D47"/>
    <w:rsid w:val="00542527"/>
    <w:rsid w:val="00551D1F"/>
    <w:rsid w:val="0055231A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A7CE2"/>
    <w:rsid w:val="005B5EE9"/>
    <w:rsid w:val="005E4C72"/>
    <w:rsid w:val="005E5A59"/>
    <w:rsid w:val="006104F6"/>
    <w:rsid w:val="0061068E"/>
    <w:rsid w:val="00660AD3"/>
    <w:rsid w:val="00664163"/>
    <w:rsid w:val="00695C60"/>
    <w:rsid w:val="006A5570"/>
    <w:rsid w:val="006A689C"/>
    <w:rsid w:val="006B3D79"/>
    <w:rsid w:val="006B7889"/>
    <w:rsid w:val="006C7D4C"/>
    <w:rsid w:val="006D74F9"/>
    <w:rsid w:val="006E0578"/>
    <w:rsid w:val="006E314D"/>
    <w:rsid w:val="006E7F06"/>
    <w:rsid w:val="00710723"/>
    <w:rsid w:val="00712ED1"/>
    <w:rsid w:val="00723ED1"/>
    <w:rsid w:val="00724643"/>
    <w:rsid w:val="00735ED4"/>
    <w:rsid w:val="00743525"/>
    <w:rsid w:val="007531A0"/>
    <w:rsid w:val="00754BF6"/>
    <w:rsid w:val="0076286B"/>
    <w:rsid w:val="00764595"/>
    <w:rsid w:val="00766846"/>
    <w:rsid w:val="0077673A"/>
    <w:rsid w:val="00783D1B"/>
    <w:rsid w:val="007846E1"/>
    <w:rsid w:val="007B570C"/>
    <w:rsid w:val="007C1D33"/>
    <w:rsid w:val="007C404B"/>
    <w:rsid w:val="007E3AC1"/>
    <w:rsid w:val="007E4A6E"/>
    <w:rsid w:val="007F56A7"/>
    <w:rsid w:val="007F626E"/>
    <w:rsid w:val="00807DD0"/>
    <w:rsid w:val="00813F11"/>
    <w:rsid w:val="00823835"/>
    <w:rsid w:val="0083628F"/>
    <w:rsid w:val="008841FB"/>
    <w:rsid w:val="0088472C"/>
    <w:rsid w:val="00891334"/>
    <w:rsid w:val="008A3568"/>
    <w:rsid w:val="008A45E7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70148"/>
    <w:rsid w:val="00973C8F"/>
    <w:rsid w:val="00982411"/>
    <w:rsid w:val="00992D9C"/>
    <w:rsid w:val="00996CB8"/>
    <w:rsid w:val="009A7568"/>
    <w:rsid w:val="009B2E97"/>
    <w:rsid w:val="009B3C69"/>
    <w:rsid w:val="009B72CC"/>
    <w:rsid w:val="009C4669"/>
    <w:rsid w:val="009C7B39"/>
    <w:rsid w:val="009E07F4"/>
    <w:rsid w:val="009F392E"/>
    <w:rsid w:val="00A3704A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9515C"/>
    <w:rsid w:val="00BB3740"/>
    <w:rsid w:val="00BC040D"/>
    <w:rsid w:val="00BD5319"/>
    <w:rsid w:val="00BD7E91"/>
    <w:rsid w:val="00BF374D"/>
    <w:rsid w:val="00BF6D48"/>
    <w:rsid w:val="00C02D0A"/>
    <w:rsid w:val="00C03A6E"/>
    <w:rsid w:val="00C30759"/>
    <w:rsid w:val="00C424B4"/>
    <w:rsid w:val="00C44F6A"/>
    <w:rsid w:val="00C727E5"/>
    <w:rsid w:val="00C8207D"/>
    <w:rsid w:val="00CB7B5A"/>
    <w:rsid w:val="00CC13B8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2F43"/>
    <w:rsid w:val="00D63009"/>
    <w:rsid w:val="00D831A3"/>
    <w:rsid w:val="00D901EF"/>
    <w:rsid w:val="00D902AD"/>
    <w:rsid w:val="00D973D4"/>
    <w:rsid w:val="00DA6FFE"/>
    <w:rsid w:val="00DC3110"/>
    <w:rsid w:val="00DD46F3"/>
    <w:rsid w:val="00DD58A6"/>
    <w:rsid w:val="00DE4ABB"/>
    <w:rsid w:val="00DE56F2"/>
    <w:rsid w:val="00DF116D"/>
    <w:rsid w:val="00E10710"/>
    <w:rsid w:val="00E824F1"/>
    <w:rsid w:val="00EB104F"/>
    <w:rsid w:val="00ED14BD"/>
    <w:rsid w:val="00EF2EBE"/>
    <w:rsid w:val="00EF3BC1"/>
    <w:rsid w:val="00F01440"/>
    <w:rsid w:val="00F12DEC"/>
    <w:rsid w:val="00F1715C"/>
    <w:rsid w:val="00F310F8"/>
    <w:rsid w:val="00F349A3"/>
    <w:rsid w:val="00F35939"/>
    <w:rsid w:val="00F45607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4ABB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</TotalTime>
  <Pages>5</Pages>
  <Words>2123</Words>
  <Characters>12530</Characters>
  <Application>Microsoft Office Word</Application>
  <DocSecurity>0</DocSecurity>
  <Lines>104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Kamila Přerovská</cp:lastModifiedBy>
  <cp:revision>3</cp:revision>
  <cp:lastPrinted>2019-02-22T13:28:00Z</cp:lastPrinted>
  <dcterms:created xsi:type="dcterms:W3CDTF">2024-08-07T06:54:00Z</dcterms:created>
  <dcterms:modified xsi:type="dcterms:W3CDTF">2024-08-07T06:58:00Z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